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538C21" w14:textId="77777777" w:rsidR="007B44AA" w:rsidRPr="00FA6B20" w:rsidRDefault="00672DA9" w:rsidP="00C02363">
      <w:pPr>
        <w:pStyle w:val="Titre3"/>
        <w:pBdr>
          <w:top w:val="dotted" w:sz="4" w:space="6" w:color="622423"/>
        </w:pBdr>
        <w:spacing w:before="120" w:after="120" w:line="240" w:lineRule="auto"/>
        <w:jc w:val="both"/>
        <w:rPr>
          <w:rFonts w:ascii="Calibri" w:hAnsi="Calibri"/>
          <w:b/>
          <w:sz w:val="20"/>
          <w:szCs w:val="20"/>
        </w:rPr>
      </w:pPr>
      <w:r w:rsidRPr="004574CA">
        <w:rPr>
          <w:rFonts w:asciiTheme="minorHAnsi" w:eastAsia="Times New Roman" w:hAnsiTheme="minorHAnsi"/>
          <w:noProof/>
          <w:color w:val="000000"/>
          <w:sz w:val="28"/>
          <w:szCs w:val="28"/>
        </w:rPr>
        <w:drawing>
          <wp:inline distT="0" distB="0" distL="0" distR="0" wp14:anchorId="7611228B" wp14:editId="0A6736DF">
            <wp:extent cx="1328068" cy="327705"/>
            <wp:effectExtent l="0" t="0" r="5715" b="0"/>
            <wp:docPr id="1" name="Image 1" descr="\\administratif.sir\dfs$\USERS\CCIR\lpiocelle\PROFIL\Desktop\LOGO GIE SEPTEMBRE 202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administratif.sir\dfs$\USERS\CCIR\lpiocelle\PROFIL\Desktop\LOGO GIE SEPTEMBRE 202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705" cy="3315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2A5CA4" w14:textId="77777777" w:rsidR="00E53ECF" w:rsidRDefault="00E53ECF" w:rsidP="00C02363">
      <w:pPr>
        <w:pStyle w:val="Titre3"/>
        <w:pBdr>
          <w:top w:val="dotted" w:sz="4" w:space="6" w:color="622423"/>
        </w:pBdr>
        <w:spacing w:before="120" w:after="120" w:line="240" w:lineRule="auto"/>
        <w:rPr>
          <w:rFonts w:ascii="Calibri" w:hAnsi="Calibri"/>
          <w:sz w:val="28"/>
          <w:szCs w:val="28"/>
        </w:rPr>
      </w:pPr>
    </w:p>
    <w:p w14:paraId="5E30F823" w14:textId="77777777" w:rsidR="007B44AA" w:rsidRPr="00A7721F" w:rsidRDefault="007B44AA" w:rsidP="00C02363">
      <w:pPr>
        <w:pStyle w:val="Titre3"/>
        <w:pBdr>
          <w:top w:val="dotted" w:sz="4" w:space="6" w:color="622423"/>
        </w:pBdr>
        <w:spacing w:before="120" w:after="120" w:line="240" w:lineRule="auto"/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>Direct</w:t>
      </w:r>
      <w:r w:rsidR="00263D69">
        <w:rPr>
          <w:rFonts w:ascii="Calibri" w:hAnsi="Calibri"/>
          <w:sz w:val="28"/>
          <w:szCs w:val="28"/>
        </w:rPr>
        <w:t>I</w:t>
      </w:r>
      <w:r>
        <w:rPr>
          <w:rFonts w:ascii="Calibri" w:hAnsi="Calibri"/>
          <w:sz w:val="28"/>
          <w:szCs w:val="28"/>
        </w:rPr>
        <w:t>on des achats</w:t>
      </w:r>
    </w:p>
    <w:p w14:paraId="17AC3A99" w14:textId="77777777" w:rsidR="00E53E43" w:rsidRPr="001B71B6" w:rsidRDefault="00E53E43" w:rsidP="00700E74">
      <w:pPr>
        <w:spacing w:after="0" w:line="240" w:lineRule="auto"/>
        <w:rPr>
          <w:rFonts w:asciiTheme="minorHAnsi" w:hAnsiTheme="minorHAnsi"/>
          <w:sz w:val="20"/>
          <w:lang w:eastAsia="en-US"/>
        </w:rPr>
      </w:pPr>
    </w:p>
    <w:p w14:paraId="4550B7EE" w14:textId="77777777" w:rsidR="00E05C51" w:rsidRDefault="00E53ECF" w:rsidP="009A2F2B">
      <w:pPr>
        <w:pStyle w:val="Retraitcorpsdetexte"/>
        <w:spacing w:before="0" w:after="0" w:line="240" w:lineRule="auto"/>
        <w:ind w:right="-1"/>
        <w:jc w:val="center"/>
        <w:rPr>
          <w:rFonts w:asciiTheme="minorHAnsi" w:eastAsia="Times New Roman" w:hAnsiTheme="minorHAnsi"/>
          <w:b/>
          <w:color w:val="17365D"/>
          <w:spacing w:val="5"/>
          <w:kern w:val="28"/>
          <w:sz w:val="36"/>
          <w:szCs w:val="52"/>
          <w:lang w:eastAsia="en-US"/>
        </w:rPr>
      </w:pPr>
      <w:r>
        <w:rPr>
          <w:rFonts w:asciiTheme="minorHAnsi" w:eastAsia="Times New Roman" w:hAnsiTheme="minorHAnsi"/>
          <w:b/>
          <w:color w:val="17365D"/>
          <w:spacing w:val="5"/>
          <w:kern w:val="28"/>
          <w:sz w:val="36"/>
          <w:szCs w:val="52"/>
          <w:lang w:eastAsia="en-US"/>
        </w:rPr>
        <w:t>COORDONNEES DU CANDIDAT</w:t>
      </w:r>
    </w:p>
    <w:p w14:paraId="44ACEFB7" w14:textId="77777777" w:rsidR="008E45E3" w:rsidRPr="00C26DB9" w:rsidRDefault="008E45E3" w:rsidP="009A2F2B">
      <w:pPr>
        <w:pStyle w:val="Retraitcorpsdetexte"/>
        <w:spacing w:before="0" w:after="0" w:line="240" w:lineRule="auto"/>
        <w:ind w:right="-1"/>
        <w:jc w:val="center"/>
        <w:rPr>
          <w:rFonts w:asciiTheme="minorHAnsi" w:eastAsia="Times New Roman" w:hAnsiTheme="minorHAnsi"/>
          <w:b/>
          <w:color w:val="17365D"/>
          <w:spacing w:val="5"/>
          <w:kern w:val="28"/>
          <w:szCs w:val="52"/>
          <w:lang w:eastAsia="en-US"/>
        </w:rPr>
      </w:pPr>
    </w:p>
    <w:p w14:paraId="5C61D012" w14:textId="77777777" w:rsidR="00C26DB9" w:rsidRPr="00C7198F" w:rsidRDefault="00C26DB9" w:rsidP="00C26DB9">
      <w:pPr>
        <w:pStyle w:val="Retraitcorpsdetexte"/>
        <w:tabs>
          <w:tab w:val="right" w:pos="10206"/>
        </w:tabs>
        <w:spacing w:before="0" w:after="0" w:line="240" w:lineRule="auto"/>
        <w:jc w:val="both"/>
        <w:rPr>
          <w:rFonts w:asciiTheme="minorHAnsi" w:eastAsia="Times New Roman" w:hAnsiTheme="minorHAnsi"/>
          <w:b/>
          <w:color w:val="17365D"/>
          <w:spacing w:val="5"/>
          <w:kern w:val="28"/>
          <w:szCs w:val="52"/>
          <w:lang w:eastAsia="en-US"/>
        </w:rPr>
      </w:pPr>
    </w:p>
    <w:p w14:paraId="2F7835EE" w14:textId="77777777" w:rsidR="008E45E3" w:rsidRPr="00520FE5" w:rsidRDefault="00932B9B" w:rsidP="00520FE5">
      <w:pPr>
        <w:pBdr>
          <w:bottom w:val="single" w:sz="8" w:space="4" w:color="4F81BD"/>
        </w:pBdr>
        <w:tabs>
          <w:tab w:val="right" w:leader="dot" w:pos="9639"/>
        </w:tabs>
        <w:spacing w:after="0" w:line="240" w:lineRule="auto"/>
        <w:rPr>
          <w:rFonts w:asciiTheme="minorHAnsi" w:eastAsia="Times New Roman" w:hAnsiTheme="minorHAnsi"/>
          <w:b/>
          <w:color w:val="0070C0"/>
          <w:spacing w:val="5"/>
          <w:kern w:val="28"/>
          <w:sz w:val="24"/>
          <w:szCs w:val="52"/>
          <w:lang w:eastAsia="en-US"/>
        </w:rPr>
      </w:pPr>
      <w:r w:rsidRPr="00520FE5">
        <w:rPr>
          <w:rFonts w:asciiTheme="minorHAnsi" w:eastAsia="Times New Roman" w:hAnsiTheme="minorHAnsi"/>
          <w:b/>
          <w:color w:val="0070C0"/>
          <w:spacing w:val="5"/>
          <w:kern w:val="28"/>
          <w:sz w:val="24"/>
          <w:szCs w:val="52"/>
          <w:lang w:eastAsia="en-US"/>
        </w:rPr>
        <w:t>DENOMINATION SOCIALE DU</w:t>
      </w:r>
      <w:r w:rsidR="008E45E3" w:rsidRPr="00520FE5">
        <w:rPr>
          <w:rFonts w:asciiTheme="minorHAnsi" w:eastAsia="Times New Roman" w:hAnsiTheme="minorHAnsi"/>
          <w:b/>
          <w:color w:val="0070C0"/>
          <w:spacing w:val="5"/>
          <w:kern w:val="28"/>
          <w:sz w:val="24"/>
          <w:szCs w:val="52"/>
          <w:lang w:eastAsia="en-US"/>
        </w:rPr>
        <w:t xml:space="preserve"> CANDIDAT : </w:t>
      </w:r>
      <w:r w:rsidR="00520FE5" w:rsidRPr="00520FE5">
        <w:rPr>
          <w:rFonts w:asciiTheme="minorHAnsi" w:eastAsia="Times New Roman" w:hAnsiTheme="minorHAnsi"/>
          <w:b/>
          <w:color w:val="17365D" w:themeColor="text2" w:themeShade="BF"/>
          <w:spacing w:val="5"/>
          <w:kern w:val="28"/>
          <w:sz w:val="24"/>
          <w:szCs w:val="52"/>
          <w:lang w:eastAsia="en-US"/>
        </w:rPr>
        <w:tab/>
      </w:r>
    </w:p>
    <w:p w14:paraId="3D407EC0" w14:textId="77777777" w:rsidR="00A31199" w:rsidRPr="00C7198F" w:rsidRDefault="00A31199" w:rsidP="00C30BF5">
      <w:pPr>
        <w:pStyle w:val="Retraitcorpsdetexte"/>
        <w:tabs>
          <w:tab w:val="right" w:pos="10206"/>
        </w:tabs>
        <w:spacing w:before="0" w:after="0" w:line="240" w:lineRule="auto"/>
        <w:jc w:val="both"/>
        <w:rPr>
          <w:rFonts w:asciiTheme="minorHAnsi" w:eastAsia="Times New Roman" w:hAnsiTheme="minorHAnsi"/>
          <w:b/>
          <w:color w:val="17365D"/>
          <w:spacing w:val="5"/>
          <w:kern w:val="28"/>
          <w:szCs w:val="52"/>
          <w:lang w:eastAsia="en-US"/>
        </w:rPr>
      </w:pPr>
    </w:p>
    <w:p w14:paraId="6E4B66A3" w14:textId="77777777" w:rsidR="0038295A" w:rsidRPr="00FE2757" w:rsidRDefault="00E53ECF" w:rsidP="00FE2757">
      <w:pPr>
        <w:pBdr>
          <w:bottom w:val="single" w:sz="8" w:space="4" w:color="4F81BD"/>
        </w:pBdr>
        <w:spacing w:after="0" w:line="240" w:lineRule="auto"/>
        <w:rPr>
          <w:rFonts w:asciiTheme="minorHAnsi" w:eastAsia="Times New Roman" w:hAnsiTheme="minorHAnsi"/>
          <w:b/>
          <w:color w:val="0070C0"/>
          <w:spacing w:val="5"/>
          <w:kern w:val="28"/>
          <w:sz w:val="24"/>
          <w:szCs w:val="52"/>
          <w:lang w:eastAsia="en-US"/>
        </w:rPr>
      </w:pPr>
      <w:r>
        <w:rPr>
          <w:rFonts w:asciiTheme="minorHAnsi" w:eastAsia="Times New Roman" w:hAnsiTheme="minorHAnsi"/>
          <w:b/>
          <w:color w:val="0070C0"/>
          <w:spacing w:val="5"/>
          <w:kern w:val="28"/>
          <w:sz w:val="24"/>
          <w:szCs w:val="52"/>
          <w:lang w:eastAsia="en-US"/>
        </w:rPr>
        <w:t>CONTACT PENDANT LA PROCEDURE</w:t>
      </w:r>
      <w:r w:rsidR="00E53E43">
        <w:rPr>
          <w:rFonts w:asciiTheme="minorHAnsi" w:eastAsia="Times New Roman" w:hAnsiTheme="minorHAnsi"/>
          <w:b/>
          <w:color w:val="0070C0"/>
          <w:spacing w:val="5"/>
          <w:kern w:val="28"/>
          <w:sz w:val="24"/>
          <w:szCs w:val="52"/>
          <w:lang w:eastAsia="en-US"/>
        </w:rPr>
        <w:t xml:space="preserve"> (DEMANDE DE PRECISIONS EN COURS DE PROCEDURE)</w:t>
      </w:r>
    </w:p>
    <w:p w14:paraId="5DAD61B7" w14:textId="77777777" w:rsidR="00E53ECF" w:rsidRPr="00E53ECF" w:rsidRDefault="00E53ECF" w:rsidP="001B625C">
      <w:pPr>
        <w:shd w:val="clear" w:color="auto" w:fill="FFFFFF"/>
        <w:spacing w:after="0" w:line="240" w:lineRule="auto"/>
        <w:jc w:val="both"/>
        <w:rPr>
          <w:rFonts w:asciiTheme="minorHAnsi" w:hAnsiTheme="minorHAnsi" w:cs="Arial"/>
          <w:b/>
          <w:sz w:val="20"/>
          <w:szCs w:val="20"/>
          <w:shd w:val="clear" w:color="auto" w:fill="FFFFFF"/>
        </w:rPr>
      </w:pPr>
    </w:p>
    <w:tbl>
      <w:tblPr>
        <w:tblStyle w:val="Grilledutableau"/>
        <w:tblW w:w="9072" w:type="dxa"/>
        <w:jc w:val="center"/>
        <w:tblLook w:val="04A0" w:firstRow="1" w:lastRow="0" w:firstColumn="1" w:lastColumn="0" w:noHBand="0" w:noVBand="1"/>
      </w:tblPr>
      <w:tblGrid>
        <w:gridCol w:w="1419"/>
        <w:gridCol w:w="3117"/>
        <w:gridCol w:w="1135"/>
        <w:gridCol w:w="3401"/>
      </w:tblGrid>
      <w:tr w:rsidR="00E53ECF" w14:paraId="0A502628" w14:textId="77777777" w:rsidTr="0013472E">
        <w:trPr>
          <w:trHeight w:val="409"/>
          <w:jc w:val="center"/>
        </w:trPr>
        <w:tc>
          <w:tcPr>
            <w:tcW w:w="1419" w:type="dxa"/>
            <w:vAlign w:val="center"/>
          </w:tcPr>
          <w:p w14:paraId="5F8A95E6" w14:textId="77777777" w:rsidR="00E53ECF" w:rsidRDefault="00E53ECF" w:rsidP="0013472E">
            <w:pPr>
              <w:spacing w:after="0" w:line="240" w:lineRule="auto"/>
              <w:rPr>
                <w:rFonts w:asciiTheme="minorHAnsi" w:hAnsiTheme="minorHAnsi" w:cs="Arial"/>
                <w:b/>
                <w:shd w:val="clear" w:color="auto" w:fill="FFFFFF"/>
              </w:rPr>
            </w:pPr>
            <w:r>
              <w:rPr>
                <w:rFonts w:asciiTheme="minorHAnsi" w:hAnsiTheme="minorHAnsi" w:cs="Arial"/>
                <w:b/>
                <w:shd w:val="clear" w:color="auto" w:fill="FFFFFF"/>
              </w:rPr>
              <w:t>Nom</w:t>
            </w:r>
          </w:p>
        </w:tc>
        <w:tc>
          <w:tcPr>
            <w:tcW w:w="3117" w:type="dxa"/>
            <w:vAlign w:val="center"/>
          </w:tcPr>
          <w:p w14:paraId="62A59263" w14:textId="77777777" w:rsidR="00E53ECF" w:rsidRDefault="00E53ECF" w:rsidP="0013472E">
            <w:pPr>
              <w:spacing w:after="0" w:line="240" w:lineRule="auto"/>
              <w:rPr>
                <w:rFonts w:asciiTheme="minorHAnsi" w:hAnsiTheme="minorHAnsi" w:cs="Arial"/>
                <w:b/>
                <w:shd w:val="clear" w:color="auto" w:fill="FFFFFF"/>
              </w:rPr>
            </w:pPr>
          </w:p>
        </w:tc>
        <w:tc>
          <w:tcPr>
            <w:tcW w:w="1135" w:type="dxa"/>
            <w:vAlign w:val="center"/>
          </w:tcPr>
          <w:p w14:paraId="04EDC725" w14:textId="77777777" w:rsidR="00E53ECF" w:rsidRDefault="00E53ECF" w:rsidP="0013472E">
            <w:pPr>
              <w:spacing w:after="0" w:line="240" w:lineRule="auto"/>
              <w:rPr>
                <w:rFonts w:asciiTheme="minorHAnsi" w:hAnsiTheme="minorHAnsi" w:cs="Arial"/>
                <w:b/>
                <w:shd w:val="clear" w:color="auto" w:fill="FFFFFF"/>
              </w:rPr>
            </w:pPr>
            <w:r>
              <w:rPr>
                <w:rFonts w:asciiTheme="minorHAnsi" w:hAnsiTheme="minorHAnsi" w:cs="Arial"/>
                <w:b/>
                <w:shd w:val="clear" w:color="auto" w:fill="FFFFFF"/>
              </w:rPr>
              <w:t>Prénom</w:t>
            </w:r>
          </w:p>
        </w:tc>
        <w:tc>
          <w:tcPr>
            <w:tcW w:w="3401" w:type="dxa"/>
            <w:vAlign w:val="center"/>
          </w:tcPr>
          <w:p w14:paraId="30FD8E7D" w14:textId="77777777" w:rsidR="00E53ECF" w:rsidRDefault="00E53ECF" w:rsidP="0013472E">
            <w:pPr>
              <w:spacing w:after="0" w:line="240" w:lineRule="auto"/>
              <w:rPr>
                <w:rFonts w:asciiTheme="minorHAnsi" w:hAnsiTheme="minorHAnsi" w:cs="Arial"/>
                <w:b/>
                <w:shd w:val="clear" w:color="auto" w:fill="FFFFFF"/>
              </w:rPr>
            </w:pPr>
          </w:p>
        </w:tc>
      </w:tr>
      <w:tr w:rsidR="00E53ECF" w14:paraId="7102C60F" w14:textId="77777777" w:rsidTr="0013472E">
        <w:trPr>
          <w:trHeight w:val="414"/>
          <w:jc w:val="center"/>
        </w:trPr>
        <w:tc>
          <w:tcPr>
            <w:tcW w:w="1419" w:type="dxa"/>
            <w:vAlign w:val="center"/>
          </w:tcPr>
          <w:p w14:paraId="3FD490B7" w14:textId="77777777" w:rsidR="00E53ECF" w:rsidRDefault="00E53ECF" w:rsidP="0013472E">
            <w:pPr>
              <w:spacing w:after="0" w:line="240" w:lineRule="auto"/>
              <w:rPr>
                <w:rFonts w:asciiTheme="minorHAnsi" w:hAnsiTheme="minorHAnsi" w:cs="Arial"/>
                <w:b/>
                <w:shd w:val="clear" w:color="auto" w:fill="FFFFFF"/>
              </w:rPr>
            </w:pPr>
            <w:r>
              <w:rPr>
                <w:rFonts w:asciiTheme="minorHAnsi" w:hAnsiTheme="minorHAnsi" w:cs="Arial"/>
                <w:b/>
                <w:shd w:val="clear" w:color="auto" w:fill="FFFFFF"/>
              </w:rPr>
              <w:t>Fonction</w:t>
            </w:r>
          </w:p>
        </w:tc>
        <w:tc>
          <w:tcPr>
            <w:tcW w:w="7653" w:type="dxa"/>
            <w:gridSpan w:val="3"/>
            <w:vAlign w:val="center"/>
          </w:tcPr>
          <w:p w14:paraId="58C0A18F" w14:textId="77777777" w:rsidR="00E53ECF" w:rsidRDefault="00E53ECF" w:rsidP="0013472E">
            <w:pPr>
              <w:spacing w:after="0" w:line="240" w:lineRule="auto"/>
              <w:rPr>
                <w:rFonts w:asciiTheme="minorHAnsi" w:hAnsiTheme="minorHAnsi" w:cs="Arial"/>
                <w:b/>
                <w:shd w:val="clear" w:color="auto" w:fill="FFFFFF"/>
              </w:rPr>
            </w:pPr>
          </w:p>
        </w:tc>
      </w:tr>
      <w:tr w:rsidR="00E53ECF" w14:paraId="178B16DE" w14:textId="77777777" w:rsidTr="0013472E">
        <w:trPr>
          <w:trHeight w:val="421"/>
          <w:jc w:val="center"/>
        </w:trPr>
        <w:tc>
          <w:tcPr>
            <w:tcW w:w="1419" w:type="dxa"/>
            <w:vAlign w:val="center"/>
          </w:tcPr>
          <w:p w14:paraId="127528DC" w14:textId="77777777" w:rsidR="00E53ECF" w:rsidRDefault="00E53ECF" w:rsidP="0013472E">
            <w:pPr>
              <w:spacing w:after="0" w:line="240" w:lineRule="auto"/>
              <w:rPr>
                <w:rFonts w:asciiTheme="minorHAnsi" w:hAnsiTheme="minorHAnsi" w:cs="Arial"/>
                <w:b/>
                <w:shd w:val="clear" w:color="auto" w:fill="FFFFFF"/>
              </w:rPr>
            </w:pPr>
            <w:r>
              <w:rPr>
                <w:rFonts w:asciiTheme="minorHAnsi" w:hAnsiTheme="minorHAnsi" w:cs="Arial"/>
                <w:b/>
                <w:shd w:val="clear" w:color="auto" w:fill="FFFFFF"/>
              </w:rPr>
              <w:t>Mail</w:t>
            </w:r>
          </w:p>
        </w:tc>
        <w:tc>
          <w:tcPr>
            <w:tcW w:w="7653" w:type="dxa"/>
            <w:gridSpan w:val="3"/>
            <w:vAlign w:val="center"/>
          </w:tcPr>
          <w:p w14:paraId="33AD39B1" w14:textId="77777777" w:rsidR="00E53ECF" w:rsidRDefault="00E53ECF" w:rsidP="0013472E">
            <w:pPr>
              <w:spacing w:after="0" w:line="240" w:lineRule="auto"/>
              <w:rPr>
                <w:rFonts w:asciiTheme="minorHAnsi" w:hAnsiTheme="minorHAnsi" w:cs="Arial"/>
                <w:b/>
                <w:shd w:val="clear" w:color="auto" w:fill="FFFFFF"/>
              </w:rPr>
            </w:pPr>
          </w:p>
        </w:tc>
      </w:tr>
    </w:tbl>
    <w:p w14:paraId="4DF8F4C6" w14:textId="77777777" w:rsidR="00E53ECF" w:rsidRPr="00E53ECF" w:rsidRDefault="00E53ECF" w:rsidP="001B625C">
      <w:pPr>
        <w:shd w:val="clear" w:color="auto" w:fill="FFFFFF"/>
        <w:spacing w:after="0" w:line="240" w:lineRule="auto"/>
        <w:jc w:val="both"/>
        <w:rPr>
          <w:rFonts w:asciiTheme="minorHAnsi" w:hAnsiTheme="minorHAnsi" w:cs="Arial"/>
          <w:b/>
          <w:sz w:val="20"/>
          <w:szCs w:val="20"/>
          <w:shd w:val="clear" w:color="auto" w:fill="FFFFFF"/>
        </w:rPr>
      </w:pPr>
    </w:p>
    <w:p w14:paraId="2500FCA4" w14:textId="77777777" w:rsidR="00394D17" w:rsidRPr="00C7198F" w:rsidRDefault="00394D17" w:rsidP="00394D17">
      <w:pPr>
        <w:pStyle w:val="Retraitcorpsdetexte"/>
        <w:tabs>
          <w:tab w:val="right" w:pos="10206"/>
        </w:tabs>
        <w:spacing w:before="0" w:after="0" w:line="240" w:lineRule="auto"/>
        <w:jc w:val="both"/>
        <w:rPr>
          <w:rFonts w:asciiTheme="minorHAnsi" w:eastAsia="Times New Roman" w:hAnsiTheme="minorHAnsi"/>
          <w:b/>
          <w:color w:val="17365D"/>
          <w:spacing w:val="5"/>
          <w:kern w:val="28"/>
          <w:szCs w:val="52"/>
          <w:lang w:eastAsia="en-US"/>
        </w:rPr>
      </w:pPr>
    </w:p>
    <w:p w14:paraId="7D556692" w14:textId="77777777" w:rsidR="00E53ECF" w:rsidRPr="00FE2757" w:rsidRDefault="00E53ECF" w:rsidP="00E53ECF">
      <w:pPr>
        <w:pBdr>
          <w:bottom w:val="single" w:sz="8" w:space="4" w:color="4F81BD"/>
        </w:pBdr>
        <w:spacing w:after="0" w:line="240" w:lineRule="auto"/>
        <w:rPr>
          <w:rFonts w:asciiTheme="minorHAnsi" w:eastAsia="Times New Roman" w:hAnsiTheme="minorHAnsi"/>
          <w:b/>
          <w:color w:val="0070C0"/>
          <w:spacing w:val="5"/>
          <w:kern w:val="28"/>
          <w:sz w:val="24"/>
          <w:szCs w:val="52"/>
          <w:lang w:eastAsia="en-US"/>
        </w:rPr>
      </w:pPr>
      <w:r>
        <w:rPr>
          <w:rFonts w:asciiTheme="minorHAnsi" w:eastAsia="Times New Roman" w:hAnsiTheme="minorHAnsi"/>
          <w:b/>
          <w:color w:val="0070C0"/>
          <w:spacing w:val="5"/>
          <w:kern w:val="28"/>
          <w:sz w:val="24"/>
          <w:szCs w:val="52"/>
          <w:lang w:eastAsia="en-US"/>
        </w:rPr>
        <w:t>SIGNATAIRE DU CONTRAT</w:t>
      </w:r>
    </w:p>
    <w:p w14:paraId="504CFA2E" w14:textId="77777777" w:rsidR="00C30BF5" w:rsidRDefault="00C30BF5" w:rsidP="00485A80">
      <w:pPr>
        <w:shd w:val="clear" w:color="auto" w:fill="FFFFFF"/>
        <w:spacing w:after="0" w:line="240" w:lineRule="auto"/>
        <w:jc w:val="both"/>
        <w:rPr>
          <w:rFonts w:asciiTheme="minorHAnsi" w:hAnsiTheme="minorHAnsi" w:cs="Arial"/>
          <w:color w:val="222222"/>
          <w:sz w:val="20"/>
          <w:szCs w:val="20"/>
          <w:shd w:val="clear" w:color="auto" w:fill="FFFFFF"/>
        </w:rPr>
      </w:pP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1419"/>
        <w:gridCol w:w="3117"/>
        <w:gridCol w:w="1134"/>
        <w:gridCol w:w="3396"/>
      </w:tblGrid>
      <w:tr w:rsidR="00E53ECF" w14:paraId="5F5DF91C" w14:textId="77777777" w:rsidTr="0013472E">
        <w:trPr>
          <w:trHeight w:val="401"/>
          <w:jc w:val="center"/>
        </w:trPr>
        <w:tc>
          <w:tcPr>
            <w:tcW w:w="1419" w:type="dxa"/>
            <w:vAlign w:val="center"/>
          </w:tcPr>
          <w:p w14:paraId="34269C64" w14:textId="77777777" w:rsidR="00E53ECF" w:rsidRDefault="00E53ECF" w:rsidP="0013472E">
            <w:pPr>
              <w:spacing w:after="0" w:line="240" w:lineRule="auto"/>
              <w:rPr>
                <w:rFonts w:asciiTheme="minorHAnsi" w:hAnsiTheme="minorHAnsi" w:cs="Arial"/>
                <w:b/>
                <w:shd w:val="clear" w:color="auto" w:fill="FFFFFF"/>
              </w:rPr>
            </w:pPr>
            <w:r>
              <w:rPr>
                <w:rFonts w:asciiTheme="minorHAnsi" w:hAnsiTheme="minorHAnsi" w:cs="Arial"/>
                <w:b/>
                <w:shd w:val="clear" w:color="auto" w:fill="FFFFFF"/>
              </w:rPr>
              <w:t>Nom</w:t>
            </w:r>
          </w:p>
        </w:tc>
        <w:tc>
          <w:tcPr>
            <w:tcW w:w="3117" w:type="dxa"/>
            <w:vAlign w:val="center"/>
          </w:tcPr>
          <w:p w14:paraId="484A6E76" w14:textId="77777777" w:rsidR="00E53ECF" w:rsidRDefault="00E53ECF" w:rsidP="0013472E">
            <w:pPr>
              <w:spacing w:after="0" w:line="240" w:lineRule="auto"/>
              <w:rPr>
                <w:rFonts w:asciiTheme="minorHAnsi" w:hAnsiTheme="minorHAnsi" w:cs="Arial"/>
                <w:b/>
                <w:shd w:val="clear" w:color="auto" w:fill="FFFFFF"/>
              </w:rPr>
            </w:pPr>
          </w:p>
        </w:tc>
        <w:tc>
          <w:tcPr>
            <w:tcW w:w="1134" w:type="dxa"/>
            <w:vAlign w:val="center"/>
          </w:tcPr>
          <w:p w14:paraId="6A7C7F4E" w14:textId="77777777" w:rsidR="00E53ECF" w:rsidRDefault="00E53ECF" w:rsidP="0013472E">
            <w:pPr>
              <w:spacing w:after="0" w:line="240" w:lineRule="auto"/>
              <w:rPr>
                <w:rFonts w:asciiTheme="minorHAnsi" w:hAnsiTheme="minorHAnsi" w:cs="Arial"/>
                <w:b/>
                <w:shd w:val="clear" w:color="auto" w:fill="FFFFFF"/>
              </w:rPr>
            </w:pPr>
            <w:r>
              <w:rPr>
                <w:rFonts w:asciiTheme="minorHAnsi" w:hAnsiTheme="minorHAnsi" w:cs="Arial"/>
                <w:b/>
                <w:shd w:val="clear" w:color="auto" w:fill="FFFFFF"/>
              </w:rPr>
              <w:t>Prénom</w:t>
            </w:r>
          </w:p>
        </w:tc>
        <w:tc>
          <w:tcPr>
            <w:tcW w:w="3396" w:type="dxa"/>
            <w:vAlign w:val="center"/>
          </w:tcPr>
          <w:p w14:paraId="452CB664" w14:textId="77777777" w:rsidR="00E53ECF" w:rsidRDefault="00E53ECF" w:rsidP="0013472E">
            <w:pPr>
              <w:spacing w:after="0" w:line="240" w:lineRule="auto"/>
              <w:rPr>
                <w:rFonts w:asciiTheme="minorHAnsi" w:hAnsiTheme="minorHAnsi" w:cs="Arial"/>
                <w:b/>
                <w:shd w:val="clear" w:color="auto" w:fill="FFFFFF"/>
              </w:rPr>
            </w:pPr>
          </w:p>
        </w:tc>
      </w:tr>
      <w:tr w:rsidR="00E53ECF" w14:paraId="36E245D3" w14:textId="77777777" w:rsidTr="0013472E">
        <w:trPr>
          <w:trHeight w:val="421"/>
          <w:jc w:val="center"/>
        </w:trPr>
        <w:tc>
          <w:tcPr>
            <w:tcW w:w="1419" w:type="dxa"/>
            <w:vAlign w:val="center"/>
          </w:tcPr>
          <w:p w14:paraId="332A9EC2" w14:textId="77777777" w:rsidR="00E53ECF" w:rsidRDefault="00E53ECF" w:rsidP="0013472E">
            <w:pPr>
              <w:spacing w:after="0" w:line="240" w:lineRule="auto"/>
              <w:rPr>
                <w:rFonts w:asciiTheme="minorHAnsi" w:hAnsiTheme="minorHAnsi" w:cs="Arial"/>
                <w:b/>
                <w:shd w:val="clear" w:color="auto" w:fill="FFFFFF"/>
              </w:rPr>
            </w:pPr>
            <w:r>
              <w:rPr>
                <w:rFonts w:asciiTheme="minorHAnsi" w:hAnsiTheme="minorHAnsi" w:cs="Arial"/>
                <w:b/>
                <w:shd w:val="clear" w:color="auto" w:fill="FFFFFF"/>
              </w:rPr>
              <w:t>Fonction</w:t>
            </w:r>
          </w:p>
        </w:tc>
        <w:tc>
          <w:tcPr>
            <w:tcW w:w="7647" w:type="dxa"/>
            <w:gridSpan w:val="3"/>
            <w:vAlign w:val="center"/>
          </w:tcPr>
          <w:p w14:paraId="05194E6C" w14:textId="77777777" w:rsidR="00E53ECF" w:rsidRDefault="00E53ECF" w:rsidP="0013472E">
            <w:pPr>
              <w:spacing w:after="0" w:line="240" w:lineRule="auto"/>
              <w:rPr>
                <w:rFonts w:asciiTheme="minorHAnsi" w:hAnsiTheme="minorHAnsi" w:cs="Arial"/>
                <w:b/>
                <w:shd w:val="clear" w:color="auto" w:fill="FFFFFF"/>
              </w:rPr>
            </w:pPr>
          </w:p>
        </w:tc>
      </w:tr>
      <w:tr w:rsidR="00E53ECF" w14:paraId="0E0BDA21" w14:textId="77777777" w:rsidTr="0013472E">
        <w:trPr>
          <w:trHeight w:val="413"/>
          <w:jc w:val="center"/>
        </w:trPr>
        <w:tc>
          <w:tcPr>
            <w:tcW w:w="1419" w:type="dxa"/>
            <w:vAlign w:val="center"/>
          </w:tcPr>
          <w:p w14:paraId="219D7929" w14:textId="77777777" w:rsidR="00E53ECF" w:rsidRDefault="00E53ECF" w:rsidP="0013472E">
            <w:pPr>
              <w:spacing w:after="0" w:line="240" w:lineRule="auto"/>
              <w:rPr>
                <w:rFonts w:asciiTheme="minorHAnsi" w:hAnsiTheme="minorHAnsi" w:cs="Arial"/>
                <w:b/>
                <w:shd w:val="clear" w:color="auto" w:fill="FFFFFF"/>
              </w:rPr>
            </w:pPr>
            <w:r>
              <w:rPr>
                <w:rFonts w:asciiTheme="minorHAnsi" w:hAnsiTheme="minorHAnsi" w:cs="Arial"/>
                <w:b/>
                <w:shd w:val="clear" w:color="auto" w:fill="FFFFFF"/>
              </w:rPr>
              <w:t>Mail</w:t>
            </w:r>
          </w:p>
        </w:tc>
        <w:tc>
          <w:tcPr>
            <w:tcW w:w="3117" w:type="dxa"/>
            <w:vAlign w:val="center"/>
          </w:tcPr>
          <w:p w14:paraId="313DD4A4" w14:textId="77777777" w:rsidR="00E53ECF" w:rsidRDefault="00E53ECF" w:rsidP="0013472E">
            <w:pPr>
              <w:spacing w:after="0" w:line="240" w:lineRule="auto"/>
              <w:rPr>
                <w:rFonts w:asciiTheme="minorHAnsi" w:hAnsiTheme="minorHAnsi" w:cs="Arial"/>
                <w:b/>
                <w:shd w:val="clear" w:color="auto" w:fill="FFFFFF"/>
              </w:rPr>
            </w:pPr>
          </w:p>
        </w:tc>
        <w:tc>
          <w:tcPr>
            <w:tcW w:w="1134" w:type="dxa"/>
            <w:vAlign w:val="center"/>
          </w:tcPr>
          <w:p w14:paraId="2C135AA4" w14:textId="77777777" w:rsidR="00E53ECF" w:rsidRDefault="00E53ECF" w:rsidP="0013472E">
            <w:pPr>
              <w:spacing w:after="0" w:line="240" w:lineRule="auto"/>
              <w:rPr>
                <w:rFonts w:asciiTheme="minorHAnsi" w:hAnsiTheme="minorHAnsi" w:cs="Arial"/>
                <w:b/>
                <w:shd w:val="clear" w:color="auto" w:fill="FFFFFF"/>
              </w:rPr>
            </w:pPr>
            <w:r>
              <w:rPr>
                <w:rFonts w:asciiTheme="minorHAnsi" w:hAnsiTheme="minorHAnsi" w:cs="Arial"/>
                <w:b/>
                <w:shd w:val="clear" w:color="auto" w:fill="FFFFFF"/>
              </w:rPr>
              <w:t>Téléphone</w:t>
            </w:r>
          </w:p>
        </w:tc>
        <w:tc>
          <w:tcPr>
            <w:tcW w:w="3396" w:type="dxa"/>
            <w:vAlign w:val="center"/>
          </w:tcPr>
          <w:p w14:paraId="7D890EDB" w14:textId="77777777" w:rsidR="00E53ECF" w:rsidRDefault="00E53ECF" w:rsidP="0013472E">
            <w:pPr>
              <w:spacing w:after="0" w:line="240" w:lineRule="auto"/>
              <w:rPr>
                <w:rFonts w:asciiTheme="minorHAnsi" w:hAnsiTheme="minorHAnsi" w:cs="Arial"/>
                <w:b/>
                <w:shd w:val="clear" w:color="auto" w:fill="FFFFFF"/>
              </w:rPr>
            </w:pPr>
          </w:p>
        </w:tc>
      </w:tr>
    </w:tbl>
    <w:p w14:paraId="77BBCD1F" w14:textId="77777777" w:rsidR="001B68E8" w:rsidRDefault="001B68E8" w:rsidP="00FE2757">
      <w:pPr>
        <w:shd w:val="clear" w:color="auto" w:fill="FFFFFF"/>
        <w:spacing w:after="0" w:line="240" w:lineRule="auto"/>
        <w:rPr>
          <w:rFonts w:asciiTheme="minorHAnsi" w:hAnsiTheme="minorHAnsi" w:cs="Arial"/>
          <w:color w:val="222222"/>
          <w:sz w:val="20"/>
          <w:szCs w:val="20"/>
          <w:shd w:val="clear" w:color="auto" w:fill="FFFFFF"/>
        </w:rPr>
      </w:pPr>
    </w:p>
    <w:p w14:paraId="7AB913BF" w14:textId="77777777" w:rsidR="00E53ECF" w:rsidRPr="00E53ECF" w:rsidRDefault="00E53ECF" w:rsidP="00E53ECF">
      <w:pPr>
        <w:shd w:val="clear" w:color="auto" w:fill="FFFFFF"/>
        <w:spacing w:after="0" w:line="240" w:lineRule="auto"/>
        <w:jc w:val="both"/>
        <w:rPr>
          <w:rFonts w:asciiTheme="minorHAnsi" w:hAnsiTheme="minorHAnsi" w:cs="Arial"/>
          <w:b/>
          <w:color w:val="222222"/>
          <w:szCs w:val="20"/>
          <w:shd w:val="clear" w:color="auto" w:fill="FFFFFF"/>
        </w:rPr>
      </w:pPr>
      <w:r w:rsidRPr="00E53ECF">
        <w:rPr>
          <w:rFonts w:asciiTheme="minorHAnsi" w:hAnsiTheme="minorHAnsi" w:cs="Arial"/>
          <w:b/>
          <w:color w:val="222222"/>
          <w:szCs w:val="20"/>
          <w:shd w:val="clear" w:color="auto" w:fill="FFFFFF"/>
        </w:rPr>
        <w:t xml:space="preserve">En vue de la signature du contrat par l’outil DOCUSIGN, </w:t>
      </w:r>
      <w:r w:rsidR="00E53E43">
        <w:rPr>
          <w:rFonts w:asciiTheme="minorHAnsi" w:hAnsiTheme="minorHAnsi" w:cs="Arial"/>
          <w:b/>
          <w:color w:val="222222"/>
          <w:szCs w:val="20"/>
          <w:shd w:val="clear" w:color="auto" w:fill="FFFFFF"/>
        </w:rPr>
        <w:t xml:space="preserve">il </w:t>
      </w:r>
      <w:r w:rsidRPr="00E53ECF">
        <w:rPr>
          <w:rFonts w:asciiTheme="minorHAnsi" w:hAnsiTheme="minorHAnsi" w:cs="Arial"/>
          <w:b/>
          <w:color w:val="222222"/>
          <w:szCs w:val="20"/>
          <w:shd w:val="clear" w:color="auto" w:fill="FFFFFF"/>
        </w:rPr>
        <w:t xml:space="preserve">est impératif </w:t>
      </w:r>
      <w:r w:rsidR="008E45E3">
        <w:rPr>
          <w:rFonts w:asciiTheme="minorHAnsi" w:hAnsiTheme="minorHAnsi" w:cs="Arial"/>
          <w:b/>
          <w:color w:val="222222"/>
          <w:szCs w:val="20"/>
          <w:shd w:val="clear" w:color="auto" w:fill="FFFFFF"/>
        </w:rPr>
        <w:t>d’</w:t>
      </w:r>
      <w:r w:rsidRPr="00E53ECF">
        <w:rPr>
          <w:rFonts w:asciiTheme="minorHAnsi" w:hAnsiTheme="minorHAnsi" w:cs="Arial"/>
          <w:b/>
          <w:color w:val="222222"/>
          <w:szCs w:val="20"/>
          <w:shd w:val="clear" w:color="auto" w:fill="FFFFFF"/>
        </w:rPr>
        <w:t xml:space="preserve">indiquer l’adresse mail du signataire. </w:t>
      </w:r>
      <w:r w:rsidR="008E45E3">
        <w:rPr>
          <w:rFonts w:asciiTheme="minorHAnsi" w:hAnsiTheme="minorHAnsi" w:cs="Arial"/>
          <w:b/>
          <w:color w:val="222222"/>
          <w:szCs w:val="20"/>
          <w:shd w:val="clear" w:color="auto" w:fill="FFFFFF"/>
        </w:rPr>
        <w:t>A défaut</w:t>
      </w:r>
      <w:r w:rsidRPr="00E53ECF">
        <w:rPr>
          <w:rFonts w:asciiTheme="minorHAnsi" w:hAnsiTheme="minorHAnsi" w:cs="Arial"/>
          <w:b/>
          <w:color w:val="222222"/>
          <w:szCs w:val="20"/>
          <w:shd w:val="clear" w:color="auto" w:fill="FFFFFF"/>
        </w:rPr>
        <w:t xml:space="preserve">, </w:t>
      </w:r>
      <w:r w:rsidR="008E45E3">
        <w:rPr>
          <w:rFonts w:asciiTheme="minorHAnsi" w:hAnsiTheme="minorHAnsi" w:cs="Arial"/>
          <w:b/>
          <w:color w:val="222222"/>
          <w:szCs w:val="20"/>
          <w:shd w:val="clear" w:color="auto" w:fill="FFFFFF"/>
        </w:rPr>
        <w:t xml:space="preserve">le contrat ne pourra pas être </w:t>
      </w:r>
      <w:r w:rsidRPr="00E53ECF">
        <w:rPr>
          <w:rFonts w:asciiTheme="minorHAnsi" w:hAnsiTheme="minorHAnsi" w:cs="Arial"/>
          <w:b/>
          <w:color w:val="222222"/>
          <w:szCs w:val="20"/>
          <w:shd w:val="clear" w:color="auto" w:fill="FFFFFF"/>
        </w:rPr>
        <w:t>sign</w:t>
      </w:r>
      <w:r w:rsidR="008E45E3">
        <w:rPr>
          <w:rFonts w:asciiTheme="minorHAnsi" w:hAnsiTheme="minorHAnsi" w:cs="Arial"/>
          <w:b/>
          <w:color w:val="222222"/>
          <w:szCs w:val="20"/>
          <w:shd w:val="clear" w:color="auto" w:fill="FFFFFF"/>
        </w:rPr>
        <w:t>é</w:t>
      </w:r>
      <w:r w:rsidRPr="00E53ECF">
        <w:rPr>
          <w:rFonts w:asciiTheme="minorHAnsi" w:hAnsiTheme="minorHAnsi" w:cs="Arial"/>
          <w:b/>
          <w:color w:val="222222"/>
          <w:szCs w:val="20"/>
          <w:shd w:val="clear" w:color="auto" w:fill="FFFFFF"/>
        </w:rPr>
        <w:t xml:space="preserve">. </w:t>
      </w:r>
    </w:p>
    <w:p w14:paraId="29377F66" w14:textId="77777777" w:rsidR="00A31199" w:rsidRDefault="00A31199" w:rsidP="00FE2757">
      <w:pPr>
        <w:shd w:val="clear" w:color="auto" w:fill="FFFFFF"/>
        <w:spacing w:after="0" w:line="240" w:lineRule="auto"/>
        <w:rPr>
          <w:rFonts w:asciiTheme="minorHAnsi" w:hAnsiTheme="minorHAnsi" w:cs="Arial"/>
          <w:color w:val="222222"/>
          <w:sz w:val="20"/>
          <w:szCs w:val="20"/>
          <w:shd w:val="clear" w:color="auto" w:fill="FFFFFF"/>
        </w:rPr>
      </w:pPr>
    </w:p>
    <w:p w14:paraId="35DAF020" w14:textId="77777777" w:rsidR="00394D17" w:rsidRDefault="00394D17" w:rsidP="00FE2757">
      <w:pPr>
        <w:shd w:val="clear" w:color="auto" w:fill="FFFFFF"/>
        <w:spacing w:after="0" w:line="240" w:lineRule="auto"/>
        <w:rPr>
          <w:rFonts w:asciiTheme="minorHAnsi" w:hAnsiTheme="minorHAnsi" w:cs="Arial"/>
          <w:color w:val="222222"/>
          <w:sz w:val="20"/>
          <w:szCs w:val="20"/>
          <w:shd w:val="clear" w:color="auto" w:fill="FFFFFF"/>
        </w:rPr>
      </w:pPr>
    </w:p>
    <w:p w14:paraId="76A1E70D" w14:textId="77777777" w:rsidR="00394D17" w:rsidRPr="00FE2757" w:rsidRDefault="00394D17" w:rsidP="00394D17">
      <w:pPr>
        <w:pBdr>
          <w:bottom w:val="single" w:sz="8" w:space="4" w:color="4F81BD"/>
        </w:pBdr>
        <w:spacing w:after="0" w:line="240" w:lineRule="auto"/>
        <w:rPr>
          <w:rFonts w:asciiTheme="minorHAnsi" w:eastAsia="Times New Roman" w:hAnsiTheme="minorHAnsi"/>
          <w:b/>
          <w:color w:val="0070C0"/>
          <w:spacing w:val="5"/>
          <w:kern w:val="28"/>
          <w:sz w:val="24"/>
          <w:szCs w:val="52"/>
          <w:lang w:eastAsia="en-US"/>
        </w:rPr>
      </w:pPr>
      <w:r>
        <w:rPr>
          <w:rFonts w:asciiTheme="minorHAnsi" w:eastAsia="Times New Roman" w:hAnsiTheme="minorHAnsi"/>
          <w:b/>
          <w:color w:val="0070C0"/>
          <w:spacing w:val="5"/>
          <w:kern w:val="28"/>
          <w:sz w:val="24"/>
          <w:szCs w:val="52"/>
          <w:lang w:eastAsia="en-US"/>
        </w:rPr>
        <w:t>CONTACT A INDIQUER DANS L’AVIS D’ATTRIBUTION DU CONTRAT</w:t>
      </w:r>
    </w:p>
    <w:p w14:paraId="3C29DCCD" w14:textId="77777777" w:rsidR="00394D17" w:rsidRPr="00E53ECF" w:rsidRDefault="00394D17" w:rsidP="00394D17">
      <w:pPr>
        <w:shd w:val="clear" w:color="auto" w:fill="FFFFFF"/>
        <w:spacing w:after="0" w:line="240" w:lineRule="auto"/>
        <w:jc w:val="both"/>
        <w:rPr>
          <w:rFonts w:asciiTheme="minorHAnsi" w:hAnsiTheme="minorHAnsi" w:cs="Arial"/>
          <w:b/>
          <w:sz w:val="20"/>
          <w:szCs w:val="20"/>
          <w:shd w:val="clear" w:color="auto" w:fill="FFFFFF"/>
        </w:rPr>
      </w:pPr>
    </w:p>
    <w:tbl>
      <w:tblPr>
        <w:tblStyle w:val="Grilledutableau"/>
        <w:tblW w:w="9072" w:type="dxa"/>
        <w:jc w:val="center"/>
        <w:tblLook w:val="04A0" w:firstRow="1" w:lastRow="0" w:firstColumn="1" w:lastColumn="0" w:noHBand="0" w:noVBand="1"/>
      </w:tblPr>
      <w:tblGrid>
        <w:gridCol w:w="1419"/>
        <w:gridCol w:w="3117"/>
        <w:gridCol w:w="1135"/>
        <w:gridCol w:w="3401"/>
      </w:tblGrid>
      <w:tr w:rsidR="00394D17" w14:paraId="153089D2" w14:textId="77777777" w:rsidTr="00B16884">
        <w:trPr>
          <w:trHeight w:val="409"/>
          <w:jc w:val="center"/>
        </w:trPr>
        <w:tc>
          <w:tcPr>
            <w:tcW w:w="1419" w:type="dxa"/>
            <w:vAlign w:val="center"/>
          </w:tcPr>
          <w:p w14:paraId="2D0880B6" w14:textId="77777777" w:rsidR="00394D17" w:rsidRDefault="00394D17" w:rsidP="00B16884">
            <w:pPr>
              <w:spacing w:after="0" w:line="240" w:lineRule="auto"/>
              <w:rPr>
                <w:rFonts w:asciiTheme="minorHAnsi" w:hAnsiTheme="minorHAnsi" w:cs="Arial"/>
                <w:b/>
                <w:shd w:val="clear" w:color="auto" w:fill="FFFFFF"/>
              </w:rPr>
            </w:pPr>
            <w:r>
              <w:rPr>
                <w:rFonts w:asciiTheme="minorHAnsi" w:hAnsiTheme="minorHAnsi" w:cs="Arial"/>
                <w:b/>
                <w:shd w:val="clear" w:color="auto" w:fill="FFFFFF"/>
              </w:rPr>
              <w:t>Nom</w:t>
            </w:r>
          </w:p>
        </w:tc>
        <w:tc>
          <w:tcPr>
            <w:tcW w:w="3117" w:type="dxa"/>
            <w:vAlign w:val="center"/>
          </w:tcPr>
          <w:p w14:paraId="3A3E9099" w14:textId="77777777" w:rsidR="00394D17" w:rsidRDefault="00394D17" w:rsidP="00B16884">
            <w:pPr>
              <w:spacing w:after="0" w:line="240" w:lineRule="auto"/>
              <w:rPr>
                <w:rFonts w:asciiTheme="minorHAnsi" w:hAnsiTheme="minorHAnsi" w:cs="Arial"/>
                <w:b/>
                <w:shd w:val="clear" w:color="auto" w:fill="FFFFFF"/>
              </w:rPr>
            </w:pPr>
          </w:p>
        </w:tc>
        <w:tc>
          <w:tcPr>
            <w:tcW w:w="1135" w:type="dxa"/>
            <w:vAlign w:val="center"/>
          </w:tcPr>
          <w:p w14:paraId="0D3E0631" w14:textId="77777777" w:rsidR="00394D17" w:rsidRDefault="00394D17" w:rsidP="00B16884">
            <w:pPr>
              <w:spacing w:after="0" w:line="240" w:lineRule="auto"/>
              <w:rPr>
                <w:rFonts w:asciiTheme="minorHAnsi" w:hAnsiTheme="minorHAnsi" w:cs="Arial"/>
                <w:b/>
                <w:shd w:val="clear" w:color="auto" w:fill="FFFFFF"/>
              </w:rPr>
            </w:pPr>
            <w:r>
              <w:rPr>
                <w:rFonts w:asciiTheme="minorHAnsi" w:hAnsiTheme="minorHAnsi" w:cs="Arial"/>
                <w:b/>
                <w:shd w:val="clear" w:color="auto" w:fill="FFFFFF"/>
              </w:rPr>
              <w:t>Prénom</w:t>
            </w:r>
          </w:p>
        </w:tc>
        <w:tc>
          <w:tcPr>
            <w:tcW w:w="3401" w:type="dxa"/>
            <w:vAlign w:val="center"/>
          </w:tcPr>
          <w:p w14:paraId="1F8039A7" w14:textId="77777777" w:rsidR="00394D17" w:rsidRDefault="00394D17" w:rsidP="00B16884">
            <w:pPr>
              <w:spacing w:after="0" w:line="240" w:lineRule="auto"/>
              <w:rPr>
                <w:rFonts w:asciiTheme="minorHAnsi" w:hAnsiTheme="minorHAnsi" w:cs="Arial"/>
                <w:b/>
                <w:shd w:val="clear" w:color="auto" w:fill="FFFFFF"/>
              </w:rPr>
            </w:pPr>
          </w:p>
        </w:tc>
      </w:tr>
      <w:tr w:rsidR="00394D17" w14:paraId="0492D784" w14:textId="77777777" w:rsidTr="00B16884">
        <w:trPr>
          <w:trHeight w:val="414"/>
          <w:jc w:val="center"/>
        </w:trPr>
        <w:tc>
          <w:tcPr>
            <w:tcW w:w="1419" w:type="dxa"/>
            <w:vAlign w:val="center"/>
          </w:tcPr>
          <w:p w14:paraId="02240214" w14:textId="77777777" w:rsidR="00394D17" w:rsidRDefault="00394D17" w:rsidP="00B16884">
            <w:pPr>
              <w:spacing w:after="0" w:line="240" w:lineRule="auto"/>
              <w:rPr>
                <w:rFonts w:asciiTheme="minorHAnsi" w:hAnsiTheme="minorHAnsi" w:cs="Arial"/>
                <w:b/>
                <w:shd w:val="clear" w:color="auto" w:fill="FFFFFF"/>
              </w:rPr>
            </w:pPr>
            <w:r>
              <w:rPr>
                <w:rFonts w:asciiTheme="minorHAnsi" w:hAnsiTheme="minorHAnsi" w:cs="Arial"/>
                <w:b/>
                <w:shd w:val="clear" w:color="auto" w:fill="FFFFFF"/>
              </w:rPr>
              <w:t>Fonction</w:t>
            </w:r>
          </w:p>
        </w:tc>
        <w:tc>
          <w:tcPr>
            <w:tcW w:w="7653" w:type="dxa"/>
            <w:gridSpan w:val="3"/>
            <w:vAlign w:val="center"/>
          </w:tcPr>
          <w:p w14:paraId="3A706300" w14:textId="77777777" w:rsidR="00394D17" w:rsidRDefault="00394D17" w:rsidP="00B16884">
            <w:pPr>
              <w:spacing w:after="0" w:line="240" w:lineRule="auto"/>
              <w:rPr>
                <w:rFonts w:asciiTheme="minorHAnsi" w:hAnsiTheme="minorHAnsi" w:cs="Arial"/>
                <w:b/>
                <w:shd w:val="clear" w:color="auto" w:fill="FFFFFF"/>
              </w:rPr>
            </w:pPr>
          </w:p>
        </w:tc>
      </w:tr>
      <w:tr w:rsidR="00394D17" w14:paraId="39612648" w14:textId="77777777" w:rsidTr="00B16884">
        <w:trPr>
          <w:trHeight w:val="421"/>
          <w:jc w:val="center"/>
        </w:trPr>
        <w:tc>
          <w:tcPr>
            <w:tcW w:w="1419" w:type="dxa"/>
            <w:vAlign w:val="center"/>
          </w:tcPr>
          <w:p w14:paraId="10628546" w14:textId="77777777" w:rsidR="00394D17" w:rsidRDefault="00394D17" w:rsidP="00B16884">
            <w:pPr>
              <w:spacing w:after="0" w:line="240" w:lineRule="auto"/>
              <w:rPr>
                <w:rFonts w:asciiTheme="minorHAnsi" w:hAnsiTheme="minorHAnsi" w:cs="Arial"/>
                <w:b/>
                <w:shd w:val="clear" w:color="auto" w:fill="FFFFFF"/>
              </w:rPr>
            </w:pPr>
            <w:r>
              <w:rPr>
                <w:rFonts w:asciiTheme="minorHAnsi" w:hAnsiTheme="minorHAnsi" w:cs="Arial"/>
                <w:b/>
                <w:shd w:val="clear" w:color="auto" w:fill="FFFFFF"/>
              </w:rPr>
              <w:t>Mail</w:t>
            </w:r>
          </w:p>
        </w:tc>
        <w:tc>
          <w:tcPr>
            <w:tcW w:w="7653" w:type="dxa"/>
            <w:gridSpan w:val="3"/>
            <w:vAlign w:val="center"/>
          </w:tcPr>
          <w:p w14:paraId="2E9F8940" w14:textId="77777777" w:rsidR="00394D17" w:rsidRDefault="00394D17" w:rsidP="00B16884">
            <w:pPr>
              <w:spacing w:after="0" w:line="240" w:lineRule="auto"/>
              <w:rPr>
                <w:rFonts w:asciiTheme="minorHAnsi" w:hAnsiTheme="minorHAnsi" w:cs="Arial"/>
                <w:b/>
                <w:shd w:val="clear" w:color="auto" w:fill="FFFFFF"/>
              </w:rPr>
            </w:pPr>
          </w:p>
        </w:tc>
      </w:tr>
    </w:tbl>
    <w:p w14:paraId="2DCB9863" w14:textId="77777777" w:rsidR="00394D17" w:rsidRDefault="00394D17" w:rsidP="00FE2757">
      <w:pPr>
        <w:shd w:val="clear" w:color="auto" w:fill="FFFFFF"/>
        <w:spacing w:after="0" w:line="240" w:lineRule="auto"/>
        <w:rPr>
          <w:rFonts w:asciiTheme="minorHAnsi" w:hAnsiTheme="minorHAnsi" w:cs="Arial"/>
          <w:color w:val="222222"/>
          <w:sz w:val="20"/>
          <w:szCs w:val="20"/>
          <w:shd w:val="clear" w:color="auto" w:fill="FFFFFF"/>
        </w:rPr>
      </w:pPr>
    </w:p>
    <w:p w14:paraId="340EDECD" w14:textId="77777777" w:rsidR="00C26DB9" w:rsidRDefault="00C26DB9" w:rsidP="00FE2757">
      <w:pPr>
        <w:shd w:val="clear" w:color="auto" w:fill="FFFFFF"/>
        <w:spacing w:after="0" w:line="240" w:lineRule="auto"/>
        <w:rPr>
          <w:rFonts w:asciiTheme="minorHAnsi" w:hAnsiTheme="minorHAnsi" w:cs="Arial"/>
          <w:color w:val="222222"/>
          <w:sz w:val="20"/>
          <w:szCs w:val="20"/>
          <w:shd w:val="clear" w:color="auto" w:fill="FFFFFF"/>
        </w:rPr>
      </w:pPr>
    </w:p>
    <w:p w14:paraId="39862AFA" w14:textId="77777777" w:rsidR="00E53ECF" w:rsidRPr="00FE2757" w:rsidRDefault="00E53ECF" w:rsidP="00E53ECF">
      <w:pPr>
        <w:pBdr>
          <w:bottom w:val="single" w:sz="8" w:space="4" w:color="4F81BD"/>
        </w:pBdr>
        <w:spacing w:after="0" w:line="240" w:lineRule="auto"/>
        <w:rPr>
          <w:rFonts w:asciiTheme="minorHAnsi" w:eastAsia="Times New Roman" w:hAnsiTheme="minorHAnsi"/>
          <w:b/>
          <w:color w:val="0070C0"/>
          <w:spacing w:val="5"/>
          <w:kern w:val="28"/>
          <w:sz w:val="24"/>
          <w:szCs w:val="52"/>
          <w:lang w:eastAsia="en-US"/>
        </w:rPr>
      </w:pPr>
      <w:r>
        <w:rPr>
          <w:rFonts w:asciiTheme="minorHAnsi" w:eastAsia="Times New Roman" w:hAnsiTheme="minorHAnsi"/>
          <w:b/>
          <w:color w:val="0070C0"/>
          <w:spacing w:val="5"/>
          <w:kern w:val="28"/>
          <w:sz w:val="24"/>
          <w:szCs w:val="52"/>
          <w:lang w:eastAsia="en-US"/>
        </w:rPr>
        <w:t>CONTACT SUITE A NOTIFICATION DU CONTRAT</w:t>
      </w:r>
      <w:r w:rsidR="00C674B1">
        <w:rPr>
          <w:rFonts w:asciiTheme="minorHAnsi" w:eastAsia="Times New Roman" w:hAnsiTheme="minorHAnsi"/>
          <w:b/>
          <w:color w:val="0070C0"/>
          <w:spacing w:val="5"/>
          <w:kern w:val="28"/>
          <w:sz w:val="24"/>
          <w:szCs w:val="52"/>
          <w:lang w:eastAsia="en-US"/>
        </w:rPr>
        <w:t xml:space="preserve"> (ORGANISATION DE LA REUNION DE LANCEMENT)</w:t>
      </w:r>
    </w:p>
    <w:p w14:paraId="6B2B7DC1" w14:textId="77777777" w:rsidR="00A31199" w:rsidRDefault="00A31199" w:rsidP="00FE2757">
      <w:pPr>
        <w:shd w:val="clear" w:color="auto" w:fill="FFFFFF"/>
        <w:spacing w:after="0" w:line="240" w:lineRule="auto"/>
        <w:rPr>
          <w:rFonts w:asciiTheme="minorHAnsi" w:hAnsiTheme="minorHAnsi" w:cs="Arial"/>
          <w:color w:val="222222"/>
          <w:sz w:val="20"/>
          <w:szCs w:val="20"/>
          <w:shd w:val="clear" w:color="auto" w:fill="FFFFFF"/>
        </w:rPr>
      </w:pP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1419"/>
        <w:gridCol w:w="3117"/>
        <w:gridCol w:w="1134"/>
        <w:gridCol w:w="3396"/>
      </w:tblGrid>
      <w:tr w:rsidR="00E53ECF" w14:paraId="3664A6A9" w14:textId="77777777" w:rsidTr="0013472E">
        <w:trPr>
          <w:trHeight w:val="489"/>
          <w:jc w:val="center"/>
        </w:trPr>
        <w:tc>
          <w:tcPr>
            <w:tcW w:w="1419" w:type="dxa"/>
            <w:vAlign w:val="center"/>
          </w:tcPr>
          <w:p w14:paraId="7E843325" w14:textId="77777777" w:rsidR="00E53ECF" w:rsidRDefault="00E53ECF" w:rsidP="0013472E">
            <w:pPr>
              <w:spacing w:after="0" w:line="240" w:lineRule="auto"/>
              <w:rPr>
                <w:rFonts w:asciiTheme="minorHAnsi" w:hAnsiTheme="minorHAnsi" w:cs="Arial"/>
                <w:b/>
                <w:shd w:val="clear" w:color="auto" w:fill="FFFFFF"/>
              </w:rPr>
            </w:pPr>
            <w:r>
              <w:rPr>
                <w:rFonts w:asciiTheme="minorHAnsi" w:hAnsiTheme="minorHAnsi" w:cs="Arial"/>
                <w:b/>
                <w:shd w:val="clear" w:color="auto" w:fill="FFFFFF"/>
              </w:rPr>
              <w:t>Nom</w:t>
            </w:r>
          </w:p>
        </w:tc>
        <w:tc>
          <w:tcPr>
            <w:tcW w:w="3117" w:type="dxa"/>
            <w:vAlign w:val="center"/>
          </w:tcPr>
          <w:p w14:paraId="30AB1125" w14:textId="77777777" w:rsidR="00E53ECF" w:rsidRDefault="00E53ECF" w:rsidP="0013472E">
            <w:pPr>
              <w:spacing w:after="0" w:line="240" w:lineRule="auto"/>
              <w:rPr>
                <w:rFonts w:asciiTheme="minorHAnsi" w:hAnsiTheme="minorHAnsi" w:cs="Arial"/>
                <w:b/>
                <w:shd w:val="clear" w:color="auto" w:fill="FFFFFF"/>
              </w:rPr>
            </w:pPr>
          </w:p>
        </w:tc>
        <w:tc>
          <w:tcPr>
            <w:tcW w:w="1134" w:type="dxa"/>
            <w:vAlign w:val="center"/>
          </w:tcPr>
          <w:p w14:paraId="2DBD9847" w14:textId="77777777" w:rsidR="00E53ECF" w:rsidRDefault="00E53ECF" w:rsidP="0013472E">
            <w:pPr>
              <w:spacing w:after="0" w:line="240" w:lineRule="auto"/>
              <w:rPr>
                <w:rFonts w:asciiTheme="minorHAnsi" w:hAnsiTheme="minorHAnsi" w:cs="Arial"/>
                <w:b/>
                <w:shd w:val="clear" w:color="auto" w:fill="FFFFFF"/>
              </w:rPr>
            </w:pPr>
            <w:r>
              <w:rPr>
                <w:rFonts w:asciiTheme="minorHAnsi" w:hAnsiTheme="minorHAnsi" w:cs="Arial"/>
                <w:b/>
                <w:shd w:val="clear" w:color="auto" w:fill="FFFFFF"/>
              </w:rPr>
              <w:t>Prénom</w:t>
            </w:r>
          </w:p>
        </w:tc>
        <w:tc>
          <w:tcPr>
            <w:tcW w:w="3396" w:type="dxa"/>
            <w:vAlign w:val="center"/>
          </w:tcPr>
          <w:p w14:paraId="5D879B7B" w14:textId="77777777" w:rsidR="00E53ECF" w:rsidRDefault="00E53ECF" w:rsidP="0013472E">
            <w:pPr>
              <w:spacing w:after="0" w:line="240" w:lineRule="auto"/>
              <w:rPr>
                <w:rFonts w:asciiTheme="minorHAnsi" w:hAnsiTheme="minorHAnsi" w:cs="Arial"/>
                <w:b/>
                <w:shd w:val="clear" w:color="auto" w:fill="FFFFFF"/>
              </w:rPr>
            </w:pPr>
          </w:p>
        </w:tc>
      </w:tr>
      <w:tr w:rsidR="00E53ECF" w14:paraId="422E2A2D" w14:textId="77777777" w:rsidTr="0013472E">
        <w:trPr>
          <w:trHeight w:val="411"/>
          <w:jc w:val="center"/>
        </w:trPr>
        <w:tc>
          <w:tcPr>
            <w:tcW w:w="1419" w:type="dxa"/>
            <w:vAlign w:val="center"/>
          </w:tcPr>
          <w:p w14:paraId="4E5A673A" w14:textId="77777777" w:rsidR="00E53ECF" w:rsidRDefault="00E53ECF" w:rsidP="0013472E">
            <w:pPr>
              <w:spacing w:after="0" w:line="240" w:lineRule="auto"/>
              <w:rPr>
                <w:rFonts w:asciiTheme="minorHAnsi" w:hAnsiTheme="minorHAnsi" w:cs="Arial"/>
                <w:b/>
                <w:shd w:val="clear" w:color="auto" w:fill="FFFFFF"/>
              </w:rPr>
            </w:pPr>
            <w:r>
              <w:rPr>
                <w:rFonts w:asciiTheme="minorHAnsi" w:hAnsiTheme="minorHAnsi" w:cs="Arial"/>
                <w:b/>
                <w:shd w:val="clear" w:color="auto" w:fill="FFFFFF"/>
              </w:rPr>
              <w:t>Fonction</w:t>
            </w:r>
          </w:p>
        </w:tc>
        <w:tc>
          <w:tcPr>
            <w:tcW w:w="7647" w:type="dxa"/>
            <w:gridSpan w:val="3"/>
            <w:vAlign w:val="center"/>
          </w:tcPr>
          <w:p w14:paraId="7D3700FF" w14:textId="77777777" w:rsidR="00E53ECF" w:rsidRDefault="00E53ECF" w:rsidP="0013472E">
            <w:pPr>
              <w:spacing w:after="0" w:line="240" w:lineRule="auto"/>
              <w:rPr>
                <w:rFonts w:asciiTheme="minorHAnsi" w:hAnsiTheme="minorHAnsi" w:cs="Arial"/>
                <w:b/>
                <w:shd w:val="clear" w:color="auto" w:fill="FFFFFF"/>
              </w:rPr>
            </w:pPr>
          </w:p>
        </w:tc>
      </w:tr>
      <w:tr w:rsidR="00E53ECF" w14:paraId="33574A10" w14:textId="77777777" w:rsidTr="0013472E">
        <w:trPr>
          <w:trHeight w:val="416"/>
          <w:jc w:val="center"/>
        </w:trPr>
        <w:tc>
          <w:tcPr>
            <w:tcW w:w="1419" w:type="dxa"/>
            <w:vAlign w:val="center"/>
          </w:tcPr>
          <w:p w14:paraId="0014DDCA" w14:textId="77777777" w:rsidR="00E53ECF" w:rsidRDefault="0013472E" w:rsidP="0013472E">
            <w:pPr>
              <w:spacing w:after="0" w:line="240" w:lineRule="auto"/>
              <w:rPr>
                <w:rFonts w:asciiTheme="minorHAnsi" w:hAnsiTheme="minorHAnsi" w:cs="Arial"/>
                <w:b/>
                <w:shd w:val="clear" w:color="auto" w:fill="FFFFFF"/>
              </w:rPr>
            </w:pPr>
            <w:r>
              <w:rPr>
                <w:rFonts w:asciiTheme="minorHAnsi" w:hAnsiTheme="minorHAnsi" w:cs="Arial"/>
                <w:b/>
                <w:shd w:val="clear" w:color="auto" w:fill="FFFFFF"/>
              </w:rPr>
              <w:t>M</w:t>
            </w:r>
            <w:r w:rsidR="00E53ECF">
              <w:rPr>
                <w:rFonts w:asciiTheme="minorHAnsi" w:hAnsiTheme="minorHAnsi" w:cs="Arial"/>
                <w:b/>
                <w:shd w:val="clear" w:color="auto" w:fill="FFFFFF"/>
              </w:rPr>
              <w:t>ail</w:t>
            </w:r>
          </w:p>
        </w:tc>
        <w:tc>
          <w:tcPr>
            <w:tcW w:w="3117" w:type="dxa"/>
            <w:vAlign w:val="center"/>
          </w:tcPr>
          <w:p w14:paraId="3B8D2EE7" w14:textId="77777777" w:rsidR="00E53ECF" w:rsidRDefault="00E53ECF" w:rsidP="0013472E">
            <w:pPr>
              <w:spacing w:after="0" w:line="240" w:lineRule="auto"/>
              <w:rPr>
                <w:rFonts w:asciiTheme="minorHAnsi" w:hAnsiTheme="minorHAnsi" w:cs="Arial"/>
                <w:b/>
                <w:shd w:val="clear" w:color="auto" w:fill="FFFFFF"/>
              </w:rPr>
            </w:pPr>
          </w:p>
        </w:tc>
        <w:tc>
          <w:tcPr>
            <w:tcW w:w="1134" w:type="dxa"/>
            <w:vAlign w:val="center"/>
          </w:tcPr>
          <w:p w14:paraId="324D2751" w14:textId="77777777" w:rsidR="00E53ECF" w:rsidRDefault="00E53ECF" w:rsidP="0013472E">
            <w:pPr>
              <w:spacing w:after="0" w:line="240" w:lineRule="auto"/>
              <w:rPr>
                <w:rFonts w:asciiTheme="minorHAnsi" w:hAnsiTheme="minorHAnsi" w:cs="Arial"/>
                <w:b/>
                <w:shd w:val="clear" w:color="auto" w:fill="FFFFFF"/>
              </w:rPr>
            </w:pPr>
            <w:r>
              <w:rPr>
                <w:rFonts w:asciiTheme="minorHAnsi" w:hAnsiTheme="minorHAnsi" w:cs="Arial"/>
                <w:b/>
                <w:shd w:val="clear" w:color="auto" w:fill="FFFFFF"/>
              </w:rPr>
              <w:t>Téléphone</w:t>
            </w:r>
          </w:p>
        </w:tc>
        <w:tc>
          <w:tcPr>
            <w:tcW w:w="3396" w:type="dxa"/>
            <w:vAlign w:val="center"/>
          </w:tcPr>
          <w:p w14:paraId="54EA15E8" w14:textId="77777777" w:rsidR="00E53ECF" w:rsidRDefault="00E53ECF" w:rsidP="0013472E">
            <w:pPr>
              <w:spacing w:after="0" w:line="240" w:lineRule="auto"/>
              <w:rPr>
                <w:rFonts w:asciiTheme="minorHAnsi" w:hAnsiTheme="minorHAnsi" w:cs="Arial"/>
                <w:b/>
                <w:shd w:val="clear" w:color="auto" w:fill="FFFFFF"/>
              </w:rPr>
            </w:pPr>
          </w:p>
        </w:tc>
      </w:tr>
    </w:tbl>
    <w:p w14:paraId="36C1070E" w14:textId="77777777" w:rsidR="00E53ECF" w:rsidRDefault="00E53ECF" w:rsidP="00FE2757">
      <w:pPr>
        <w:shd w:val="clear" w:color="auto" w:fill="FFFFFF"/>
        <w:spacing w:after="0" w:line="240" w:lineRule="auto"/>
        <w:rPr>
          <w:rFonts w:asciiTheme="minorHAnsi" w:hAnsiTheme="minorHAnsi" w:cs="Arial"/>
          <w:color w:val="222222"/>
          <w:sz w:val="20"/>
          <w:szCs w:val="20"/>
          <w:shd w:val="clear" w:color="auto" w:fill="FFFFFF"/>
        </w:rPr>
      </w:pPr>
    </w:p>
    <w:p w14:paraId="26386341" w14:textId="77777777" w:rsidR="00C674B1" w:rsidRDefault="00C674B1" w:rsidP="00FE2757">
      <w:pPr>
        <w:shd w:val="clear" w:color="auto" w:fill="FFFFFF"/>
        <w:spacing w:after="0" w:line="240" w:lineRule="auto"/>
        <w:rPr>
          <w:rFonts w:asciiTheme="minorHAnsi" w:hAnsiTheme="minorHAnsi" w:cs="Arial"/>
          <w:color w:val="222222"/>
          <w:sz w:val="20"/>
          <w:szCs w:val="20"/>
          <w:shd w:val="clear" w:color="auto" w:fill="FFFFFF"/>
        </w:rPr>
      </w:pPr>
    </w:p>
    <w:p w14:paraId="5C446CCF" w14:textId="77777777" w:rsidR="00C26DB9" w:rsidRPr="00FE2757" w:rsidRDefault="00C26DB9" w:rsidP="00C26DB9">
      <w:pPr>
        <w:pBdr>
          <w:bottom w:val="single" w:sz="8" w:space="4" w:color="4F81BD"/>
        </w:pBdr>
        <w:spacing w:after="0" w:line="240" w:lineRule="auto"/>
        <w:rPr>
          <w:rFonts w:asciiTheme="minorHAnsi" w:eastAsia="Times New Roman" w:hAnsiTheme="minorHAnsi"/>
          <w:b/>
          <w:color w:val="0070C0"/>
          <w:spacing w:val="5"/>
          <w:kern w:val="28"/>
          <w:sz w:val="24"/>
          <w:szCs w:val="52"/>
          <w:lang w:eastAsia="en-US"/>
        </w:rPr>
      </w:pPr>
      <w:r>
        <w:rPr>
          <w:rFonts w:asciiTheme="minorHAnsi" w:eastAsia="Times New Roman" w:hAnsiTheme="minorHAnsi"/>
          <w:b/>
          <w:color w:val="0070C0"/>
          <w:spacing w:val="5"/>
          <w:kern w:val="28"/>
          <w:sz w:val="24"/>
          <w:szCs w:val="52"/>
          <w:lang w:eastAsia="en-US"/>
        </w:rPr>
        <w:t>ENVOI DES BONS DE COMMANDE</w:t>
      </w:r>
    </w:p>
    <w:p w14:paraId="480F23E1" w14:textId="77777777" w:rsidR="00C26DB9" w:rsidRDefault="00C26DB9" w:rsidP="00C26DB9">
      <w:pPr>
        <w:shd w:val="clear" w:color="auto" w:fill="FFFFFF"/>
        <w:spacing w:after="0" w:line="240" w:lineRule="auto"/>
        <w:rPr>
          <w:rFonts w:asciiTheme="minorHAnsi" w:hAnsiTheme="minorHAnsi" w:cs="Arial"/>
          <w:color w:val="222222"/>
          <w:sz w:val="20"/>
          <w:szCs w:val="20"/>
          <w:shd w:val="clear" w:color="auto" w:fill="FFFFFF"/>
        </w:rPr>
      </w:pP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1419"/>
        <w:gridCol w:w="3117"/>
        <w:gridCol w:w="1134"/>
        <w:gridCol w:w="3396"/>
      </w:tblGrid>
      <w:tr w:rsidR="00C26DB9" w14:paraId="75222C38" w14:textId="77777777" w:rsidTr="00D820D4">
        <w:trPr>
          <w:trHeight w:val="416"/>
          <w:jc w:val="center"/>
        </w:trPr>
        <w:tc>
          <w:tcPr>
            <w:tcW w:w="1419" w:type="dxa"/>
            <w:vAlign w:val="center"/>
          </w:tcPr>
          <w:p w14:paraId="07E0510C" w14:textId="77777777" w:rsidR="00C26DB9" w:rsidRDefault="00C26DB9" w:rsidP="00D820D4">
            <w:pPr>
              <w:spacing w:after="0" w:line="240" w:lineRule="auto"/>
              <w:rPr>
                <w:rFonts w:asciiTheme="minorHAnsi" w:hAnsiTheme="minorHAnsi" w:cs="Arial"/>
                <w:b/>
                <w:shd w:val="clear" w:color="auto" w:fill="FFFFFF"/>
              </w:rPr>
            </w:pPr>
            <w:r>
              <w:rPr>
                <w:rFonts w:asciiTheme="minorHAnsi" w:hAnsiTheme="minorHAnsi" w:cs="Arial"/>
                <w:b/>
                <w:shd w:val="clear" w:color="auto" w:fill="FFFFFF"/>
              </w:rPr>
              <w:t>Mail</w:t>
            </w:r>
          </w:p>
        </w:tc>
        <w:tc>
          <w:tcPr>
            <w:tcW w:w="3117" w:type="dxa"/>
            <w:vAlign w:val="center"/>
          </w:tcPr>
          <w:p w14:paraId="4391F8D3" w14:textId="77777777" w:rsidR="00C26DB9" w:rsidRDefault="00C26DB9" w:rsidP="00D820D4">
            <w:pPr>
              <w:spacing w:after="0" w:line="240" w:lineRule="auto"/>
              <w:rPr>
                <w:rFonts w:asciiTheme="minorHAnsi" w:hAnsiTheme="minorHAnsi" w:cs="Arial"/>
                <w:b/>
                <w:shd w:val="clear" w:color="auto" w:fill="FFFFFF"/>
              </w:rPr>
            </w:pPr>
          </w:p>
        </w:tc>
        <w:tc>
          <w:tcPr>
            <w:tcW w:w="1134" w:type="dxa"/>
            <w:vAlign w:val="center"/>
          </w:tcPr>
          <w:p w14:paraId="52038AB9" w14:textId="77777777" w:rsidR="00C26DB9" w:rsidRDefault="00C26DB9" w:rsidP="00D820D4">
            <w:pPr>
              <w:spacing w:after="0" w:line="240" w:lineRule="auto"/>
              <w:rPr>
                <w:rFonts w:asciiTheme="minorHAnsi" w:hAnsiTheme="minorHAnsi" w:cs="Arial"/>
                <w:b/>
                <w:shd w:val="clear" w:color="auto" w:fill="FFFFFF"/>
              </w:rPr>
            </w:pPr>
            <w:r>
              <w:rPr>
                <w:rFonts w:asciiTheme="minorHAnsi" w:hAnsiTheme="minorHAnsi" w:cs="Arial"/>
                <w:b/>
                <w:shd w:val="clear" w:color="auto" w:fill="FFFFFF"/>
              </w:rPr>
              <w:t>Téléphone</w:t>
            </w:r>
          </w:p>
        </w:tc>
        <w:tc>
          <w:tcPr>
            <w:tcW w:w="3396" w:type="dxa"/>
            <w:vAlign w:val="center"/>
          </w:tcPr>
          <w:p w14:paraId="6CEDAD67" w14:textId="77777777" w:rsidR="00C26DB9" w:rsidRDefault="00C26DB9" w:rsidP="00D820D4">
            <w:pPr>
              <w:spacing w:after="0" w:line="240" w:lineRule="auto"/>
              <w:rPr>
                <w:rFonts w:asciiTheme="minorHAnsi" w:hAnsiTheme="minorHAnsi" w:cs="Arial"/>
                <w:b/>
                <w:shd w:val="clear" w:color="auto" w:fill="FFFFFF"/>
              </w:rPr>
            </w:pPr>
          </w:p>
        </w:tc>
      </w:tr>
    </w:tbl>
    <w:p w14:paraId="3B075E73" w14:textId="77777777" w:rsidR="00C26DB9" w:rsidRDefault="00C26DB9" w:rsidP="00C26DB9">
      <w:pPr>
        <w:shd w:val="clear" w:color="auto" w:fill="FFFFFF"/>
        <w:spacing w:after="0" w:line="240" w:lineRule="auto"/>
        <w:rPr>
          <w:rFonts w:asciiTheme="minorHAnsi" w:hAnsiTheme="minorHAnsi" w:cs="Arial"/>
          <w:color w:val="222222"/>
          <w:sz w:val="20"/>
          <w:szCs w:val="20"/>
          <w:shd w:val="clear" w:color="auto" w:fill="FFFFFF"/>
        </w:rPr>
      </w:pPr>
    </w:p>
    <w:p w14:paraId="55AA01BA" w14:textId="77777777" w:rsidR="00F95D62" w:rsidRDefault="00F95D62" w:rsidP="00F95D62">
      <w:pPr>
        <w:spacing w:after="0" w:line="240" w:lineRule="auto"/>
        <w:jc w:val="center"/>
        <w:rPr>
          <w:rFonts w:asciiTheme="minorHAnsi" w:hAnsiTheme="minorHAnsi"/>
          <w:sz w:val="20"/>
        </w:rPr>
      </w:pPr>
      <w:r>
        <w:rPr>
          <w:rFonts w:asciiTheme="minorHAnsi" w:hAnsiTheme="minorHAnsi"/>
          <w:sz w:val="20"/>
        </w:rPr>
        <w:t>---oo0oo---</w:t>
      </w:r>
    </w:p>
    <w:sectPr w:rsidR="00F95D62" w:rsidSect="00394D17">
      <w:footerReference w:type="even" r:id="rId9"/>
      <w:footerReference w:type="default" r:id="rId10"/>
      <w:footerReference w:type="first" r:id="rId11"/>
      <w:footnotePr>
        <w:numRestart w:val="eachSect"/>
      </w:footnotePr>
      <w:pgSz w:w="11907" w:h="16840" w:code="9"/>
      <w:pgMar w:top="426" w:right="851" w:bottom="426" w:left="851" w:header="284" w:footer="68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E92A56" w14:textId="77777777" w:rsidR="00415A21" w:rsidRDefault="00415A21">
      <w:r>
        <w:separator/>
      </w:r>
    </w:p>
  </w:endnote>
  <w:endnote w:type="continuationSeparator" w:id="0">
    <w:p w14:paraId="1176A1A9" w14:textId="77777777" w:rsidR="00415A21" w:rsidRDefault="00415A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Zurich BT">
    <w:altName w:val="Arial"/>
    <w:charset w:val="00"/>
    <w:family w:val="swiss"/>
    <w:pitch w:val="variable"/>
    <w:sig w:usb0="00000001" w:usb1="00000000" w:usb2="00000000" w:usb3="00000000" w:csb0="0000001B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14E475" w14:textId="77777777" w:rsidR="00C86C21" w:rsidRDefault="00C86C21" w:rsidP="00C04BD0">
    <w:pPr>
      <w:pStyle w:val="Pieddepage"/>
      <w:spacing w:line="240" w:lineRule="auto"/>
      <w:jc w:val="right"/>
      <w:rPr>
        <w:lang w:val="de-DE"/>
      </w:rPr>
    </w:pPr>
    <w:r>
      <w:rPr>
        <w:rFonts w:ascii="Arial Narrow" w:hAnsi="Arial Narrow"/>
        <w:snapToGrid w:val="0"/>
        <w:sz w:val="16"/>
        <w:lang w:val="de-DE"/>
      </w:rPr>
      <w:t xml:space="preserve">Page n° </w:t>
    </w:r>
    <w:r>
      <w:rPr>
        <w:rStyle w:val="Numrodepage"/>
        <w:rFonts w:ascii="Arial Narrow" w:hAnsi="Arial Narrow"/>
        <w:sz w:val="16"/>
        <w:lang w:val="de-DE"/>
      </w:rPr>
      <w:fldChar w:fldCharType="begin"/>
    </w:r>
    <w:r>
      <w:rPr>
        <w:rStyle w:val="Numrodepage"/>
        <w:rFonts w:ascii="Arial Narrow" w:hAnsi="Arial Narrow"/>
        <w:sz w:val="16"/>
        <w:lang w:val="de-DE"/>
      </w:rPr>
      <w:instrText xml:space="preserve"> PAGE </w:instrText>
    </w:r>
    <w:r>
      <w:rPr>
        <w:rStyle w:val="Numrodepage"/>
        <w:rFonts w:ascii="Arial Narrow" w:hAnsi="Arial Narrow"/>
        <w:sz w:val="16"/>
        <w:lang w:val="de-DE"/>
      </w:rPr>
      <w:fldChar w:fldCharType="separate"/>
    </w:r>
    <w:r>
      <w:rPr>
        <w:rStyle w:val="Numrodepage"/>
        <w:rFonts w:ascii="Arial Narrow" w:hAnsi="Arial Narrow"/>
        <w:noProof/>
        <w:sz w:val="16"/>
        <w:lang w:val="de-DE"/>
      </w:rPr>
      <w:t>2</w:t>
    </w:r>
    <w:r>
      <w:rPr>
        <w:rStyle w:val="Numrodepage"/>
        <w:rFonts w:ascii="Arial Narrow" w:hAnsi="Arial Narrow"/>
        <w:sz w:val="16"/>
        <w:lang w:val="de-DE"/>
      </w:rPr>
      <w:fldChar w:fldCharType="end"/>
    </w:r>
    <w:r>
      <w:rPr>
        <w:rStyle w:val="Numrodepage"/>
        <w:rFonts w:ascii="Arial Narrow" w:hAnsi="Arial Narrow"/>
        <w:sz w:val="16"/>
        <w:lang w:val="de-DE"/>
      </w:rPr>
      <w:t xml:space="preserve"> / </w:t>
    </w:r>
    <w:r>
      <w:rPr>
        <w:rStyle w:val="Numrodepage"/>
        <w:rFonts w:ascii="Arial Narrow" w:hAnsi="Arial Narrow"/>
        <w:sz w:val="16"/>
        <w:lang w:val="de-DE"/>
      </w:rPr>
      <w:fldChar w:fldCharType="begin"/>
    </w:r>
    <w:r>
      <w:rPr>
        <w:rStyle w:val="Numrodepage"/>
        <w:rFonts w:ascii="Arial Narrow" w:hAnsi="Arial Narrow"/>
        <w:sz w:val="16"/>
        <w:lang w:val="de-DE"/>
      </w:rPr>
      <w:instrText xml:space="preserve"> NUMPAGES </w:instrText>
    </w:r>
    <w:r>
      <w:rPr>
        <w:rStyle w:val="Numrodepage"/>
        <w:rFonts w:ascii="Arial Narrow" w:hAnsi="Arial Narrow"/>
        <w:sz w:val="16"/>
        <w:lang w:val="de-DE"/>
      </w:rPr>
      <w:fldChar w:fldCharType="separate"/>
    </w:r>
    <w:r>
      <w:rPr>
        <w:rStyle w:val="Numrodepage"/>
        <w:rFonts w:ascii="Arial Narrow" w:hAnsi="Arial Narrow"/>
        <w:noProof/>
        <w:sz w:val="16"/>
        <w:lang w:val="de-DE"/>
      </w:rPr>
      <w:t>32</w:t>
    </w:r>
    <w:r>
      <w:rPr>
        <w:rStyle w:val="Numrodepage"/>
        <w:rFonts w:ascii="Arial Narrow" w:hAnsi="Arial Narrow"/>
        <w:sz w:val="16"/>
        <w:lang w:val="de-DE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Calibri" w:hAnsi="Calibri"/>
        <w:sz w:val="16"/>
        <w:szCs w:val="16"/>
      </w:rPr>
      <w:id w:val="409512609"/>
      <w:docPartObj>
        <w:docPartGallery w:val="Page Numbers (Bottom of Page)"/>
        <w:docPartUnique/>
      </w:docPartObj>
    </w:sdtPr>
    <w:sdtContent>
      <w:sdt>
        <w:sdtPr>
          <w:rPr>
            <w:rFonts w:ascii="Calibri" w:hAnsi="Calibri"/>
            <w:sz w:val="16"/>
            <w:szCs w:val="16"/>
          </w:rPr>
          <w:id w:val="-1669238322"/>
          <w:docPartObj>
            <w:docPartGallery w:val="Page Numbers (Top of Page)"/>
            <w:docPartUnique/>
          </w:docPartObj>
        </w:sdtPr>
        <w:sdtContent>
          <w:p w14:paraId="078EA5AF" w14:textId="77777777" w:rsidR="00C86C21" w:rsidRPr="00CB3505" w:rsidRDefault="00C86C21" w:rsidP="00CB3505">
            <w:pPr>
              <w:pStyle w:val="Pieddepage"/>
              <w:jc w:val="center"/>
              <w:rPr>
                <w:rFonts w:ascii="Calibri" w:hAnsi="Calibri"/>
                <w:sz w:val="16"/>
                <w:szCs w:val="16"/>
              </w:rPr>
            </w:pPr>
            <w:r w:rsidRPr="00CB3505">
              <w:rPr>
                <w:rFonts w:ascii="Calibri" w:hAnsi="Calibri"/>
                <w:sz w:val="16"/>
                <w:szCs w:val="16"/>
              </w:rPr>
              <w:t xml:space="preserve">Page </w:t>
            </w:r>
            <w:r w:rsidRPr="00CB3505">
              <w:rPr>
                <w:rFonts w:ascii="Calibri" w:hAnsi="Calibri"/>
                <w:b/>
                <w:bCs/>
                <w:sz w:val="16"/>
                <w:szCs w:val="16"/>
              </w:rPr>
              <w:fldChar w:fldCharType="begin"/>
            </w:r>
            <w:r w:rsidRPr="00CB3505">
              <w:rPr>
                <w:rFonts w:ascii="Calibri" w:hAnsi="Calibri"/>
                <w:b/>
                <w:bCs/>
                <w:sz w:val="16"/>
                <w:szCs w:val="16"/>
              </w:rPr>
              <w:instrText>PAGE</w:instrText>
            </w:r>
            <w:r w:rsidRPr="00CB3505">
              <w:rPr>
                <w:rFonts w:ascii="Calibri" w:hAnsi="Calibri"/>
                <w:b/>
                <w:bCs/>
                <w:sz w:val="16"/>
                <w:szCs w:val="16"/>
              </w:rPr>
              <w:fldChar w:fldCharType="separate"/>
            </w:r>
            <w:r w:rsidR="00520FE5">
              <w:rPr>
                <w:rFonts w:ascii="Calibri" w:hAnsi="Calibri"/>
                <w:b/>
                <w:bCs/>
                <w:noProof/>
                <w:sz w:val="16"/>
                <w:szCs w:val="16"/>
              </w:rPr>
              <w:t>1</w:t>
            </w:r>
            <w:r w:rsidRPr="00CB3505">
              <w:rPr>
                <w:rFonts w:ascii="Calibri" w:hAnsi="Calibri"/>
                <w:b/>
                <w:bCs/>
                <w:sz w:val="16"/>
                <w:szCs w:val="16"/>
              </w:rPr>
              <w:fldChar w:fldCharType="end"/>
            </w:r>
            <w:r w:rsidRPr="00CB3505">
              <w:rPr>
                <w:rFonts w:ascii="Calibri" w:hAnsi="Calibri"/>
                <w:sz w:val="16"/>
                <w:szCs w:val="16"/>
              </w:rPr>
              <w:t xml:space="preserve"> sur </w:t>
            </w:r>
            <w:r w:rsidRPr="00CB3505">
              <w:rPr>
                <w:rFonts w:ascii="Calibri" w:hAnsi="Calibri"/>
                <w:b/>
                <w:bCs/>
                <w:sz w:val="16"/>
                <w:szCs w:val="16"/>
              </w:rPr>
              <w:fldChar w:fldCharType="begin"/>
            </w:r>
            <w:r w:rsidRPr="00CB3505">
              <w:rPr>
                <w:rFonts w:ascii="Calibri" w:hAnsi="Calibri"/>
                <w:b/>
                <w:bCs/>
                <w:sz w:val="16"/>
                <w:szCs w:val="16"/>
              </w:rPr>
              <w:instrText>NUMPAGES</w:instrText>
            </w:r>
            <w:r w:rsidRPr="00CB3505">
              <w:rPr>
                <w:rFonts w:ascii="Calibri" w:hAnsi="Calibri"/>
                <w:b/>
                <w:bCs/>
                <w:sz w:val="16"/>
                <w:szCs w:val="16"/>
              </w:rPr>
              <w:fldChar w:fldCharType="separate"/>
            </w:r>
            <w:r w:rsidR="00520FE5">
              <w:rPr>
                <w:rFonts w:ascii="Calibri" w:hAnsi="Calibri"/>
                <w:b/>
                <w:bCs/>
                <w:noProof/>
                <w:sz w:val="16"/>
                <w:szCs w:val="16"/>
              </w:rPr>
              <w:t>1</w:t>
            </w:r>
            <w:r w:rsidRPr="00CB3505">
              <w:rPr>
                <w:rFonts w:ascii="Calibri" w:hAnsi="Calibri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C403CD" w14:textId="77777777" w:rsidR="00C86C21" w:rsidRPr="003835D0" w:rsidRDefault="00C86C21" w:rsidP="003835D0">
    <w:pPr>
      <w:pStyle w:val="Pieddepage"/>
      <w:spacing w:after="0"/>
      <w:jc w:val="right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A1267E" w14:textId="77777777" w:rsidR="00415A21" w:rsidRDefault="00415A21">
      <w:r>
        <w:separator/>
      </w:r>
    </w:p>
  </w:footnote>
  <w:footnote w:type="continuationSeparator" w:id="0">
    <w:p w14:paraId="4A7DE3A8" w14:textId="77777777" w:rsidR="00415A21" w:rsidRDefault="00415A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317ED4"/>
    <w:multiLevelType w:val="hybridMultilevel"/>
    <w:tmpl w:val="D60AEDFC"/>
    <w:lvl w:ilvl="0" w:tplc="9684DDA0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1" w:tplc="06A2CF7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2" w:tplc="9002257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3" w:tplc="B9A0E2A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4" w:tplc="C3844C9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5" w:tplc="AD3C691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6" w:tplc="C8A613D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7" w:tplc="55749F2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  <w:lvl w:ilvl="8" w:tplc="788E5F22" w:tentative="1">
      <w:start w:val="1"/>
      <w:numFmt w:val="bullet"/>
      <w:lvlText w:val="•"/>
      <w:lvlJc w:val="left"/>
      <w:pPr>
        <w:tabs>
          <w:tab w:val="num" w:pos="7200"/>
        </w:tabs>
        <w:ind w:left="7200" w:hanging="360"/>
      </w:pPr>
      <w:rPr>
        <w:rFonts w:ascii="Arial" w:hAnsi="Arial" w:hint="default"/>
      </w:rPr>
    </w:lvl>
  </w:abstractNum>
  <w:abstractNum w:abstractNumId="1" w15:restartNumberingAfterBreak="0">
    <w:nsid w:val="2E8C6244"/>
    <w:multiLevelType w:val="hybridMultilevel"/>
    <w:tmpl w:val="FA52D4C8"/>
    <w:lvl w:ilvl="0" w:tplc="7C542F80">
      <w:start w:val="1"/>
      <w:numFmt w:val="bullet"/>
      <w:pStyle w:val="RETRAIT1"/>
      <w:lvlText w:val=""/>
      <w:lvlJc w:val="left"/>
      <w:pPr>
        <w:tabs>
          <w:tab w:val="num" w:pos="1400"/>
        </w:tabs>
        <w:ind w:left="1400" w:hanging="360"/>
      </w:pPr>
      <w:rPr>
        <w:rFonts w:ascii="Wingdings" w:hAnsi="Wingdings" w:hint="default"/>
        <w:color w:val="333399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EE818B5"/>
    <w:multiLevelType w:val="hybridMultilevel"/>
    <w:tmpl w:val="2802373A"/>
    <w:lvl w:ilvl="0" w:tplc="04C40F52">
      <w:start w:val="1"/>
      <w:numFmt w:val="bullet"/>
      <w:pStyle w:val="Style4"/>
      <w:lvlText w:val=""/>
      <w:lvlJc w:val="left"/>
      <w:pPr>
        <w:tabs>
          <w:tab w:val="num" w:pos="2197"/>
        </w:tabs>
        <w:ind w:left="2197" w:hanging="397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2E74FEC"/>
    <w:multiLevelType w:val="multilevel"/>
    <w:tmpl w:val="B7A60A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910311326">
    <w:abstractNumId w:val="2"/>
  </w:num>
  <w:num w:numId="2" w16cid:durableId="1408185492">
    <w:abstractNumId w:val="1"/>
  </w:num>
  <w:num w:numId="3" w16cid:durableId="970283304">
    <w:abstractNumId w:val="0"/>
  </w:num>
  <w:num w:numId="4" w16cid:durableId="552927920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5FF9"/>
    <w:rsid w:val="000014F9"/>
    <w:rsid w:val="000020AC"/>
    <w:rsid w:val="00002CF4"/>
    <w:rsid w:val="000035E0"/>
    <w:rsid w:val="00022418"/>
    <w:rsid w:val="00023FAE"/>
    <w:rsid w:val="000240A8"/>
    <w:rsid w:val="00024765"/>
    <w:rsid w:val="000256AC"/>
    <w:rsid w:val="00025D08"/>
    <w:rsid w:val="00030A72"/>
    <w:rsid w:val="000345F1"/>
    <w:rsid w:val="00040B0B"/>
    <w:rsid w:val="00042612"/>
    <w:rsid w:val="00044FB3"/>
    <w:rsid w:val="00046566"/>
    <w:rsid w:val="00047DC0"/>
    <w:rsid w:val="00050790"/>
    <w:rsid w:val="000509FB"/>
    <w:rsid w:val="00050ADD"/>
    <w:rsid w:val="00051A0A"/>
    <w:rsid w:val="00052047"/>
    <w:rsid w:val="00052356"/>
    <w:rsid w:val="000560F3"/>
    <w:rsid w:val="00056299"/>
    <w:rsid w:val="0005735D"/>
    <w:rsid w:val="000575F0"/>
    <w:rsid w:val="00057A00"/>
    <w:rsid w:val="0007129D"/>
    <w:rsid w:val="00075F46"/>
    <w:rsid w:val="00081C32"/>
    <w:rsid w:val="00090687"/>
    <w:rsid w:val="00094973"/>
    <w:rsid w:val="000975F0"/>
    <w:rsid w:val="000A1DC6"/>
    <w:rsid w:val="000A3540"/>
    <w:rsid w:val="000A4C93"/>
    <w:rsid w:val="000A596C"/>
    <w:rsid w:val="000B0EEA"/>
    <w:rsid w:val="000B307D"/>
    <w:rsid w:val="000B5832"/>
    <w:rsid w:val="000C1DF9"/>
    <w:rsid w:val="000C274B"/>
    <w:rsid w:val="000C307F"/>
    <w:rsid w:val="000C34AB"/>
    <w:rsid w:val="000D33B0"/>
    <w:rsid w:val="000D3A86"/>
    <w:rsid w:val="000E0961"/>
    <w:rsid w:val="000E1674"/>
    <w:rsid w:val="000E21FB"/>
    <w:rsid w:val="000E4EB7"/>
    <w:rsid w:val="000E7BB6"/>
    <w:rsid w:val="000E7E59"/>
    <w:rsid w:val="000F29F1"/>
    <w:rsid w:val="000F2FAA"/>
    <w:rsid w:val="000F5425"/>
    <w:rsid w:val="000F6810"/>
    <w:rsid w:val="000F6CE5"/>
    <w:rsid w:val="001013DE"/>
    <w:rsid w:val="00101FED"/>
    <w:rsid w:val="001032BF"/>
    <w:rsid w:val="0010376C"/>
    <w:rsid w:val="00104EFD"/>
    <w:rsid w:val="00110530"/>
    <w:rsid w:val="001175B4"/>
    <w:rsid w:val="00120E70"/>
    <w:rsid w:val="00122E1C"/>
    <w:rsid w:val="00123749"/>
    <w:rsid w:val="00126837"/>
    <w:rsid w:val="00126907"/>
    <w:rsid w:val="00127278"/>
    <w:rsid w:val="0013009A"/>
    <w:rsid w:val="00130A0A"/>
    <w:rsid w:val="0013372B"/>
    <w:rsid w:val="0013472E"/>
    <w:rsid w:val="0013491F"/>
    <w:rsid w:val="001357DE"/>
    <w:rsid w:val="0014330C"/>
    <w:rsid w:val="00145719"/>
    <w:rsid w:val="00152BD0"/>
    <w:rsid w:val="00153AE8"/>
    <w:rsid w:val="00155410"/>
    <w:rsid w:val="001570FF"/>
    <w:rsid w:val="00160BDF"/>
    <w:rsid w:val="001638E5"/>
    <w:rsid w:val="00165388"/>
    <w:rsid w:val="00165982"/>
    <w:rsid w:val="00167288"/>
    <w:rsid w:val="00170266"/>
    <w:rsid w:val="001750DD"/>
    <w:rsid w:val="001779B8"/>
    <w:rsid w:val="00180B1C"/>
    <w:rsid w:val="00181619"/>
    <w:rsid w:val="00182C34"/>
    <w:rsid w:val="001843AC"/>
    <w:rsid w:val="001876CC"/>
    <w:rsid w:val="00191442"/>
    <w:rsid w:val="00195F09"/>
    <w:rsid w:val="001A1F6F"/>
    <w:rsid w:val="001A63A2"/>
    <w:rsid w:val="001A6A8A"/>
    <w:rsid w:val="001A747D"/>
    <w:rsid w:val="001B190A"/>
    <w:rsid w:val="001B4C5B"/>
    <w:rsid w:val="001B5C30"/>
    <w:rsid w:val="001B625C"/>
    <w:rsid w:val="001B68E8"/>
    <w:rsid w:val="001B71B6"/>
    <w:rsid w:val="001B7A6A"/>
    <w:rsid w:val="001C12A1"/>
    <w:rsid w:val="001C1F7F"/>
    <w:rsid w:val="001C3931"/>
    <w:rsid w:val="001C5F45"/>
    <w:rsid w:val="001D2CB9"/>
    <w:rsid w:val="001D3325"/>
    <w:rsid w:val="001D6950"/>
    <w:rsid w:val="001D6E52"/>
    <w:rsid w:val="001D7FA2"/>
    <w:rsid w:val="001E1BFE"/>
    <w:rsid w:val="001E2482"/>
    <w:rsid w:val="001E2E45"/>
    <w:rsid w:val="001E366A"/>
    <w:rsid w:val="001F17E4"/>
    <w:rsid w:val="001F2121"/>
    <w:rsid w:val="001F2751"/>
    <w:rsid w:val="001F5B7B"/>
    <w:rsid w:val="001F7C2E"/>
    <w:rsid w:val="0020035B"/>
    <w:rsid w:val="00204475"/>
    <w:rsid w:val="00205249"/>
    <w:rsid w:val="00205379"/>
    <w:rsid w:val="0020766F"/>
    <w:rsid w:val="00213BE2"/>
    <w:rsid w:val="002160C6"/>
    <w:rsid w:val="002172C4"/>
    <w:rsid w:val="002213B5"/>
    <w:rsid w:val="00221BBF"/>
    <w:rsid w:val="00221ED9"/>
    <w:rsid w:val="00225B65"/>
    <w:rsid w:val="00227AC4"/>
    <w:rsid w:val="002307BB"/>
    <w:rsid w:val="0023167F"/>
    <w:rsid w:val="0023192F"/>
    <w:rsid w:val="00235A59"/>
    <w:rsid w:val="002368FD"/>
    <w:rsid w:val="00236E88"/>
    <w:rsid w:val="00241CCB"/>
    <w:rsid w:val="00242D88"/>
    <w:rsid w:val="00243607"/>
    <w:rsid w:val="00246136"/>
    <w:rsid w:val="0025580E"/>
    <w:rsid w:val="0026033C"/>
    <w:rsid w:val="00260975"/>
    <w:rsid w:val="00262ED0"/>
    <w:rsid w:val="00263653"/>
    <w:rsid w:val="00263D69"/>
    <w:rsid w:val="00265D13"/>
    <w:rsid w:val="00266FF1"/>
    <w:rsid w:val="00267E96"/>
    <w:rsid w:val="00270C58"/>
    <w:rsid w:val="00272092"/>
    <w:rsid w:val="00280C13"/>
    <w:rsid w:val="002831CF"/>
    <w:rsid w:val="00283588"/>
    <w:rsid w:val="00284307"/>
    <w:rsid w:val="00284602"/>
    <w:rsid w:val="00294F01"/>
    <w:rsid w:val="002957CD"/>
    <w:rsid w:val="0029691F"/>
    <w:rsid w:val="00297524"/>
    <w:rsid w:val="002A4E9E"/>
    <w:rsid w:val="002A5F00"/>
    <w:rsid w:val="002A7584"/>
    <w:rsid w:val="002A771E"/>
    <w:rsid w:val="002B3A7A"/>
    <w:rsid w:val="002B44A1"/>
    <w:rsid w:val="002B472C"/>
    <w:rsid w:val="002B56EE"/>
    <w:rsid w:val="002C1553"/>
    <w:rsid w:val="002C2DE9"/>
    <w:rsid w:val="002C48C6"/>
    <w:rsid w:val="002C535C"/>
    <w:rsid w:val="002D0FA1"/>
    <w:rsid w:val="002D40DD"/>
    <w:rsid w:val="002D53D4"/>
    <w:rsid w:val="002D75CD"/>
    <w:rsid w:val="002D79D4"/>
    <w:rsid w:val="002E4E92"/>
    <w:rsid w:val="002E773F"/>
    <w:rsid w:val="002F16A8"/>
    <w:rsid w:val="002F2368"/>
    <w:rsid w:val="002F26C1"/>
    <w:rsid w:val="002F2B38"/>
    <w:rsid w:val="002F5838"/>
    <w:rsid w:val="002F67F5"/>
    <w:rsid w:val="002F7B2F"/>
    <w:rsid w:val="00300909"/>
    <w:rsid w:val="00302750"/>
    <w:rsid w:val="00305164"/>
    <w:rsid w:val="00305482"/>
    <w:rsid w:val="003068C1"/>
    <w:rsid w:val="0031087C"/>
    <w:rsid w:val="00310E73"/>
    <w:rsid w:val="00312F94"/>
    <w:rsid w:val="00313FEE"/>
    <w:rsid w:val="003176AD"/>
    <w:rsid w:val="003210D5"/>
    <w:rsid w:val="00322199"/>
    <w:rsid w:val="0032386F"/>
    <w:rsid w:val="00332146"/>
    <w:rsid w:val="00332603"/>
    <w:rsid w:val="00333649"/>
    <w:rsid w:val="0033496F"/>
    <w:rsid w:val="00335C7E"/>
    <w:rsid w:val="00342146"/>
    <w:rsid w:val="003425F6"/>
    <w:rsid w:val="00342857"/>
    <w:rsid w:val="003430B8"/>
    <w:rsid w:val="00343782"/>
    <w:rsid w:val="00344E87"/>
    <w:rsid w:val="003458AE"/>
    <w:rsid w:val="003470BA"/>
    <w:rsid w:val="00347532"/>
    <w:rsid w:val="00347DC0"/>
    <w:rsid w:val="00352A43"/>
    <w:rsid w:val="003541A9"/>
    <w:rsid w:val="00355063"/>
    <w:rsid w:val="00356975"/>
    <w:rsid w:val="00360162"/>
    <w:rsid w:val="003660BB"/>
    <w:rsid w:val="0037352B"/>
    <w:rsid w:val="00376008"/>
    <w:rsid w:val="00376E76"/>
    <w:rsid w:val="003777EE"/>
    <w:rsid w:val="00381CF8"/>
    <w:rsid w:val="0038295A"/>
    <w:rsid w:val="003835D0"/>
    <w:rsid w:val="00391A72"/>
    <w:rsid w:val="00392074"/>
    <w:rsid w:val="003947B8"/>
    <w:rsid w:val="00394C61"/>
    <w:rsid w:val="00394D17"/>
    <w:rsid w:val="003970C6"/>
    <w:rsid w:val="003A3539"/>
    <w:rsid w:val="003A4797"/>
    <w:rsid w:val="003A4C27"/>
    <w:rsid w:val="003A5451"/>
    <w:rsid w:val="003A741F"/>
    <w:rsid w:val="003A7A1B"/>
    <w:rsid w:val="003B066F"/>
    <w:rsid w:val="003B449E"/>
    <w:rsid w:val="003B5881"/>
    <w:rsid w:val="003B7C28"/>
    <w:rsid w:val="003C013F"/>
    <w:rsid w:val="003C3CF2"/>
    <w:rsid w:val="003C4790"/>
    <w:rsid w:val="003C65F9"/>
    <w:rsid w:val="003D0EC8"/>
    <w:rsid w:val="003D3D29"/>
    <w:rsid w:val="003E121E"/>
    <w:rsid w:val="003E1792"/>
    <w:rsid w:val="003E2AC1"/>
    <w:rsid w:val="003F2559"/>
    <w:rsid w:val="003F4689"/>
    <w:rsid w:val="003F4867"/>
    <w:rsid w:val="003F5700"/>
    <w:rsid w:val="00403018"/>
    <w:rsid w:val="00411919"/>
    <w:rsid w:val="0041278A"/>
    <w:rsid w:val="004129E7"/>
    <w:rsid w:val="0041330B"/>
    <w:rsid w:val="00413800"/>
    <w:rsid w:val="00414E5A"/>
    <w:rsid w:val="004156A7"/>
    <w:rsid w:val="00415A21"/>
    <w:rsid w:val="00417535"/>
    <w:rsid w:val="00417B20"/>
    <w:rsid w:val="00420C6C"/>
    <w:rsid w:val="004229B4"/>
    <w:rsid w:val="004230D8"/>
    <w:rsid w:val="00425EC7"/>
    <w:rsid w:val="00431FEB"/>
    <w:rsid w:val="0043335E"/>
    <w:rsid w:val="00433AC0"/>
    <w:rsid w:val="00434C4E"/>
    <w:rsid w:val="00434FD8"/>
    <w:rsid w:val="0043517C"/>
    <w:rsid w:val="00443E2C"/>
    <w:rsid w:val="00445635"/>
    <w:rsid w:val="0044709E"/>
    <w:rsid w:val="0044735E"/>
    <w:rsid w:val="00447E55"/>
    <w:rsid w:val="00452E2A"/>
    <w:rsid w:val="004543E2"/>
    <w:rsid w:val="00454FDF"/>
    <w:rsid w:val="004550A0"/>
    <w:rsid w:val="00456540"/>
    <w:rsid w:val="0045692B"/>
    <w:rsid w:val="00457780"/>
    <w:rsid w:val="00470440"/>
    <w:rsid w:val="004725DA"/>
    <w:rsid w:val="00473DA4"/>
    <w:rsid w:val="00475DE3"/>
    <w:rsid w:val="0047722D"/>
    <w:rsid w:val="0048147D"/>
    <w:rsid w:val="004817EC"/>
    <w:rsid w:val="004836F4"/>
    <w:rsid w:val="004839C5"/>
    <w:rsid w:val="00484B77"/>
    <w:rsid w:val="00485A80"/>
    <w:rsid w:val="00487456"/>
    <w:rsid w:val="00490761"/>
    <w:rsid w:val="004935E6"/>
    <w:rsid w:val="004976C1"/>
    <w:rsid w:val="004A0B83"/>
    <w:rsid w:val="004A123F"/>
    <w:rsid w:val="004A398D"/>
    <w:rsid w:val="004A3F1E"/>
    <w:rsid w:val="004A4435"/>
    <w:rsid w:val="004A6584"/>
    <w:rsid w:val="004B0DB7"/>
    <w:rsid w:val="004B2160"/>
    <w:rsid w:val="004B41FD"/>
    <w:rsid w:val="004B44BD"/>
    <w:rsid w:val="004B6A4E"/>
    <w:rsid w:val="004D1A2C"/>
    <w:rsid w:val="004D2B93"/>
    <w:rsid w:val="004D36E0"/>
    <w:rsid w:val="004D5CCC"/>
    <w:rsid w:val="004D705E"/>
    <w:rsid w:val="004E00CD"/>
    <w:rsid w:val="004E3273"/>
    <w:rsid w:val="004E5B98"/>
    <w:rsid w:val="004F05BF"/>
    <w:rsid w:val="004F18D9"/>
    <w:rsid w:val="004F412F"/>
    <w:rsid w:val="004F64FD"/>
    <w:rsid w:val="00505847"/>
    <w:rsid w:val="00505C03"/>
    <w:rsid w:val="00506846"/>
    <w:rsid w:val="005079B7"/>
    <w:rsid w:val="005112B5"/>
    <w:rsid w:val="00512041"/>
    <w:rsid w:val="00514C7E"/>
    <w:rsid w:val="00516D16"/>
    <w:rsid w:val="00520FE5"/>
    <w:rsid w:val="0052158A"/>
    <w:rsid w:val="005246F6"/>
    <w:rsid w:val="00532B7A"/>
    <w:rsid w:val="00533033"/>
    <w:rsid w:val="0053754C"/>
    <w:rsid w:val="00542A3F"/>
    <w:rsid w:val="00550100"/>
    <w:rsid w:val="005512D5"/>
    <w:rsid w:val="005564C2"/>
    <w:rsid w:val="00556AEB"/>
    <w:rsid w:val="005612CF"/>
    <w:rsid w:val="00562D2C"/>
    <w:rsid w:val="00564C13"/>
    <w:rsid w:val="005665C3"/>
    <w:rsid w:val="00566BFC"/>
    <w:rsid w:val="00570623"/>
    <w:rsid w:val="0057521C"/>
    <w:rsid w:val="00577D0A"/>
    <w:rsid w:val="005810D1"/>
    <w:rsid w:val="005820D6"/>
    <w:rsid w:val="00584BBA"/>
    <w:rsid w:val="00584EE7"/>
    <w:rsid w:val="0059341B"/>
    <w:rsid w:val="00595124"/>
    <w:rsid w:val="00595424"/>
    <w:rsid w:val="0059612B"/>
    <w:rsid w:val="00596F3C"/>
    <w:rsid w:val="005974F3"/>
    <w:rsid w:val="005A096E"/>
    <w:rsid w:val="005A2154"/>
    <w:rsid w:val="005A59B6"/>
    <w:rsid w:val="005B0147"/>
    <w:rsid w:val="005B1ECC"/>
    <w:rsid w:val="005B34DC"/>
    <w:rsid w:val="005B3BB1"/>
    <w:rsid w:val="005B4330"/>
    <w:rsid w:val="005B5827"/>
    <w:rsid w:val="005B622B"/>
    <w:rsid w:val="005B79CF"/>
    <w:rsid w:val="005C4319"/>
    <w:rsid w:val="005C5F56"/>
    <w:rsid w:val="005C6323"/>
    <w:rsid w:val="005C6937"/>
    <w:rsid w:val="005D3977"/>
    <w:rsid w:val="005D5585"/>
    <w:rsid w:val="005D7905"/>
    <w:rsid w:val="005D7C19"/>
    <w:rsid w:val="005E03FF"/>
    <w:rsid w:val="005E37D0"/>
    <w:rsid w:val="005E651D"/>
    <w:rsid w:val="005F2D18"/>
    <w:rsid w:val="005F41B3"/>
    <w:rsid w:val="005F56D9"/>
    <w:rsid w:val="00601B15"/>
    <w:rsid w:val="00604262"/>
    <w:rsid w:val="0060542D"/>
    <w:rsid w:val="006055FE"/>
    <w:rsid w:val="00607614"/>
    <w:rsid w:val="00612105"/>
    <w:rsid w:val="0061272A"/>
    <w:rsid w:val="00616D28"/>
    <w:rsid w:val="006225C3"/>
    <w:rsid w:val="00630E95"/>
    <w:rsid w:val="006313C9"/>
    <w:rsid w:val="00632567"/>
    <w:rsid w:val="00633270"/>
    <w:rsid w:val="006350ED"/>
    <w:rsid w:val="006367CC"/>
    <w:rsid w:val="00640181"/>
    <w:rsid w:val="00641EBB"/>
    <w:rsid w:val="00642394"/>
    <w:rsid w:val="00643450"/>
    <w:rsid w:val="006436EA"/>
    <w:rsid w:val="00646281"/>
    <w:rsid w:val="00646654"/>
    <w:rsid w:val="0065018D"/>
    <w:rsid w:val="00651212"/>
    <w:rsid w:val="00651BA7"/>
    <w:rsid w:val="006523C4"/>
    <w:rsid w:val="00652F0D"/>
    <w:rsid w:val="00653B36"/>
    <w:rsid w:val="0065407F"/>
    <w:rsid w:val="006607BA"/>
    <w:rsid w:val="00660A81"/>
    <w:rsid w:val="0066274E"/>
    <w:rsid w:val="00663924"/>
    <w:rsid w:val="00663C45"/>
    <w:rsid w:val="00667A04"/>
    <w:rsid w:val="00667F3F"/>
    <w:rsid w:val="00672755"/>
    <w:rsid w:val="00672DA9"/>
    <w:rsid w:val="00673256"/>
    <w:rsid w:val="006819C2"/>
    <w:rsid w:val="00683D52"/>
    <w:rsid w:val="00684A52"/>
    <w:rsid w:val="00684C03"/>
    <w:rsid w:val="00685404"/>
    <w:rsid w:val="006870B7"/>
    <w:rsid w:val="006876D1"/>
    <w:rsid w:val="006965CA"/>
    <w:rsid w:val="00696B12"/>
    <w:rsid w:val="006A05D0"/>
    <w:rsid w:val="006A23EC"/>
    <w:rsid w:val="006A61B8"/>
    <w:rsid w:val="006B1D2A"/>
    <w:rsid w:val="006B3E30"/>
    <w:rsid w:val="006B4231"/>
    <w:rsid w:val="006B4816"/>
    <w:rsid w:val="006B4925"/>
    <w:rsid w:val="006B6929"/>
    <w:rsid w:val="006C0FA9"/>
    <w:rsid w:val="006C2CA0"/>
    <w:rsid w:val="006C3046"/>
    <w:rsid w:val="006C32CA"/>
    <w:rsid w:val="006C3B77"/>
    <w:rsid w:val="006C4740"/>
    <w:rsid w:val="006C6BB0"/>
    <w:rsid w:val="006C7C7A"/>
    <w:rsid w:val="006D7E3F"/>
    <w:rsid w:val="006E1840"/>
    <w:rsid w:val="006E24FC"/>
    <w:rsid w:val="006E49CA"/>
    <w:rsid w:val="006E4E7B"/>
    <w:rsid w:val="006E6EED"/>
    <w:rsid w:val="006E727D"/>
    <w:rsid w:val="006F072B"/>
    <w:rsid w:val="006F0BFD"/>
    <w:rsid w:val="006F13B5"/>
    <w:rsid w:val="006F208B"/>
    <w:rsid w:val="006F3E89"/>
    <w:rsid w:val="006F6A53"/>
    <w:rsid w:val="00700E74"/>
    <w:rsid w:val="00701E98"/>
    <w:rsid w:val="007032A2"/>
    <w:rsid w:val="007044EA"/>
    <w:rsid w:val="00710306"/>
    <w:rsid w:val="00710D81"/>
    <w:rsid w:val="00712A4A"/>
    <w:rsid w:val="00723364"/>
    <w:rsid w:val="007234E1"/>
    <w:rsid w:val="00723625"/>
    <w:rsid w:val="00732B40"/>
    <w:rsid w:val="00733D71"/>
    <w:rsid w:val="00736CD0"/>
    <w:rsid w:val="0073723A"/>
    <w:rsid w:val="00742779"/>
    <w:rsid w:val="00746587"/>
    <w:rsid w:val="00746691"/>
    <w:rsid w:val="007476E3"/>
    <w:rsid w:val="00750FAF"/>
    <w:rsid w:val="007601F6"/>
    <w:rsid w:val="0076045B"/>
    <w:rsid w:val="0076061D"/>
    <w:rsid w:val="00764701"/>
    <w:rsid w:val="00765A02"/>
    <w:rsid w:val="0077084E"/>
    <w:rsid w:val="00770F03"/>
    <w:rsid w:val="0077346B"/>
    <w:rsid w:val="00777EFF"/>
    <w:rsid w:val="00783998"/>
    <w:rsid w:val="00785EDE"/>
    <w:rsid w:val="00787DAF"/>
    <w:rsid w:val="00787EF0"/>
    <w:rsid w:val="0079529B"/>
    <w:rsid w:val="007957B1"/>
    <w:rsid w:val="00795DBD"/>
    <w:rsid w:val="00797298"/>
    <w:rsid w:val="007A014C"/>
    <w:rsid w:val="007A2004"/>
    <w:rsid w:val="007A37CD"/>
    <w:rsid w:val="007A4204"/>
    <w:rsid w:val="007A55CB"/>
    <w:rsid w:val="007A669E"/>
    <w:rsid w:val="007A7F03"/>
    <w:rsid w:val="007B2F70"/>
    <w:rsid w:val="007B35A9"/>
    <w:rsid w:val="007B44AA"/>
    <w:rsid w:val="007B4D75"/>
    <w:rsid w:val="007B54EA"/>
    <w:rsid w:val="007B63B4"/>
    <w:rsid w:val="007B64EC"/>
    <w:rsid w:val="007C070C"/>
    <w:rsid w:val="007C20D5"/>
    <w:rsid w:val="007C2A91"/>
    <w:rsid w:val="007C4284"/>
    <w:rsid w:val="007C5077"/>
    <w:rsid w:val="007C575E"/>
    <w:rsid w:val="007C6FD5"/>
    <w:rsid w:val="007D077D"/>
    <w:rsid w:val="007D596F"/>
    <w:rsid w:val="007D6FAA"/>
    <w:rsid w:val="007E18A0"/>
    <w:rsid w:val="007E2373"/>
    <w:rsid w:val="007E246A"/>
    <w:rsid w:val="007E2A27"/>
    <w:rsid w:val="007E4489"/>
    <w:rsid w:val="007E4A69"/>
    <w:rsid w:val="007E66DF"/>
    <w:rsid w:val="007E7E65"/>
    <w:rsid w:val="007F3EAE"/>
    <w:rsid w:val="007F49B5"/>
    <w:rsid w:val="007F5266"/>
    <w:rsid w:val="00800952"/>
    <w:rsid w:val="00803CBC"/>
    <w:rsid w:val="008041AB"/>
    <w:rsid w:val="008046DE"/>
    <w:rsid w:val="00807CC2"/>
    <w:rsid w:val="00810898"/>
    <w:rsid w:val="0081093D"/>
    <w:rsid w:val="0081451C"/>
    <w:rsid w:val="00815C5D"/>
    <w:rsid w:val="00816F76"/>
    <w:rsid w:val="00817D5E"/>
    <w:rsid w:val="008241C8"/>
    <w:rsid w:val="0083076B"/>
    <w:rsid w:val="00832656"/>
    <w:rsid w:val="00833130"/>
    <w:rsid w:val="00833FA0"/>
    <w:rsid w:val="00836B96"/>
    <w:rsid w:val="00842BE8"/>
    <w:rsid w:val="008474C8"/>
    <w:rsid w:val="0085011A"/>
    <w:rsid w:val="00851D5C"/>
    <w:rsid w:val="008548C0"/>
    <w:rsid w:val="008552F1"/>
    <w:rsid w:val="00855521"/>
    <w:rsid w:val="00857CAB"/>
    <w:rsid w:val="0086364A"/>
    <w:rsid w:val="00863B2E"/>
    <w:rsid w:val="0087032C"/>
    <w:rsid w:val="0087327B"/>
    <w:rsid w:val="00874B8F"/>
    <w:rsid w:val="00874BE6"/>
    <w:rsid w:val="00881B33"/>
    <w:rsid w:val="00886521"/>
    <w:rsid w:val="00887C6F"/>
    <w:rsid w:val="00897C85"/>
    <w:rsid w:val="008A2D02"/>
    <w:rsid w:val="008A3DC6"/>
    <w:rsid w:val="008A5E6B"/>
    <w:rsid w:val="008B19D8"/>
    <w:rsid w:val="008B2DA6"/>
    <w:rsid w:val="008B40E0"/>
    <w:rsid w:val="008B7A11"/>
    <w:rsid w:val="008C22FE"/>
    <w:rsid w:val="008C3265"/>
    <w:rsid w:val="008C45E7"/>
    <w:rsid w:val="008C4F2D"/>
    <w:rsid w:val="008C78DA"/>
    <w:rsid w:val="008D1DB5"/>
    <w:rsid w:val="008D3323"/>
    <w:rsid w:val="008D35B4"/>
    <w:rsid w:val="008D3716"/>
    <w:rsid w:val="008D3DF7"/>
    <w:rsid w:val="008D629B"/>
    <w:rsid w:val="008E044A"/>
    <w:rsid w:val="008E07F1"/>
    <w:rsid w:val="008E2AA2"/>
    <w:rsid w:val="008E45E3"/>
    <w:rsid w:val="008E49DB"/>
    <w:rsid w:val="008E597F"/>
    <w:rsid w:val="008E6A25"/>
    <w:rsid w:val="008F19EE"/>
    <w:rsid w:val="008F594F"/>
    <w:rsid w:val="00900CC5"/>
    <w:rsid w:val="0090571A"/>
    <w:rsid w:val="00905F9A"/>
    <w:rsid w:val="009106A9"/>
    <w:rsid w:val="009117A4"/>
    <w:rsid w:val="00912D8E"/>
    <w:rsid w:val="00913B53"/>
    <w:rsid w:val="00923223"/>
    <w:rsid w:val="00925671"/>
    <w:rsid w:val="00925F31"/>
    <w:rsid w:val="00931AE6"/>
    <w:rsid w:val="00932B9B"/>
    <w:rsid w:val="00933428"/>
    <w:rsid w:val="009366C9"/>
    <w:rsid w:val="00937C15"/>
    <w:rsid w:val="00937D07"/>
    <w:rsid w:val="0094055D"/>
    <w:rsid w:val="00941FF7"/>
    <w:rsid w:val="0094372E"/>
    <w:rsid w:val="00943BB7"/>
    <w:rsid w:val="009536C5"/>
    <w:rsid w:val="009614E2"/>
    <w:rsid w:val="00966011"/>
    <w:rsid w:val="0096707E"/>
    <w:rsid w:val="00971852"/>
    <w:rsid w:val="00971A7B"/>
    <w:rsid w:val="00971C74"/>
    <w:rsid w:val="00973C60"/>
    <w:rsid w:val="00974982"/>
    <w:rsid w:val="00980686"/>
    <w:rsid w:val="0098210E"/>
    <w:rsid w:val="00983573"/>
    <w:rsid w:val="009855D3"/>
    <w:rsid w:val="009864E2"/>
    <w:rsid w:val="009878BC"/>
    <w:rsid w:val="00987AE1"/>
    <w:rsid w:val="00987F01"/>
    <w:rsid w:val="0099013E"/>
    <w:rsid w:val="00991624"/>
    <w:rsid w:val="00991AE8"/>
    <w:rsid w:val="0099614E"/>
    <w:rsid w:val="0099782D"/>
    <w:rsid w:val="009A2987"/>
    <w:rsid w:val="009A2F2B"/>
    <w:rsid w:val="009A375E"/>
    <w:rsid w:val="009A5642"/>
    <w:rsid w:val="009A57E7"/>
    <w:rsid w:val="009B03A4"/>
    <w:rsid w:val="009B2401"/>
    <w:rsid w:val="009B31A0"/>
    <w:rsid w:val="009B692B"/>
    <w:rsid w:val="009B788C"/>
    <w:rsid w:val="009C0E31"/>
    <w:rsid w:val="009C1B08"/>
    <w:rsid w:val="009C1C65"/>
    <w:rsid w:val="009C2558"/>
    <w:rsid w:val="009C3341"/>
    <w:rsid w:val="009C55DE"/>
    <w:rsid w:val="009D17A3"/>
    <w:rsid w:val="009D3FF2"/>
    <w:rsid w:val="009D7798"/>
    <w:rsid w:val="009E0318"/>
    <w:rsid w:val="009E0E94"/>
    <w:rsid w:val="009E143C"/>
    <w:rsid w:val="009E1846"/>
    <w:rsid w:val="009E196A"/>
    <w:rsid w:val="009E1A75"/>
    <w:rsid w:val="009E5430"/>
    <w:rsid w:val="009E6E06"/>
    <w:rsid w:val="009F0265"/>
    <w:rsid w:val="009F2F6A"/>
    <w:rsid w:val="009F336D"/>
    <w:rsid w:val="009F4925"/>
    <w:rsid w:val="009F5B1B"/>
    <w:rsid w:val="009F7D0A"/>
    <w:rsid w:val="00A00033"/>
    <w:rsid w:val="00A0095A"/>
    <w:rsid w:val="00A010B8"/>
    <w:rsid w:val="00A07479"/>
    <w:rsid w:val="00A077C6"/>
    <w:rsid w:val="00A16402"/>
    <w:rsid w:val="00A2074C"/>
    <w:rsid w:val="00A20E4A"/>
    <w:rsid w:val="00A229DA"/>
    <w:rsid w:val="00A22B6D"/>
    <w:rsid w:val="00A258AD"/>
    <w:rsid w:val="00A303DF"/>
    <w:rsid w:val="00A31199"/>
    <w:rsid w:val="00A31735"/>
    <w:rsid w:val="00A3457F"/>
    <w:rsid w:val="00A36999"/>
    <w:rsid w:val="00A37525"/>
    <w:rsid w:val="00A377CB"/>
    <w:rsid w:val="00A37F99"/>
    <w:rsid w:val="00A42B35"/>
    <w:rsid w:val="00A43180"/>
    <w:rsid w:val="00A444EC"/>
    <w:rsid w:val="00A4510C"/>
    <w:rsid w:val="00A47C4B"/>
    <w:rsid w:val="00A50083"/>
    <w:rsid w:val="00A5441D"/>
    <w:rsid w:val="00A74154"/>
    <w:rsid w:val="00A747F0"/>
    <w:rsid w:val="00A75289"/>
    <w:rsid w:val="00A756FF"/>
    <w:rsid w:val="00A82B8D"/>
    <w:rsid w:val="00A83509"/>
    <w:rsid w:val="00A853F2"/>
    <w:rsid w:val="00A92632"/>
    <w:rsid w:val="00A95A4E"/>
    <w:rsid w:val="00AA239D"/>
    <w:rsid w:val="00AA39F1"/>
    <w:rsid w:val="00AA4427"/>
    <w:rsid w:val="00AA540A"/>
    <w:rsid w:val="00AA76C1"/>
    <w:rsid w:val="00AB7413"/>
    <w:rsid w:val="00AB7FF4"/>
    <w:rsid w:val="00AC12A9"/>
    <w:rsid w:val="00AC24A5"/>
    <w:rsid w:val="00AC3C84"/>
    <w:rsid w:val="00AC528F"/>
    <w:rsid w:val="00AC552A"/>
    <w:rsid w:val="00AC59CA"/>
    <w:rsid w:val="00AC629C"/>
    <w:rsid w:val="00AC6A89"/>
    <w:rsid w:val="00AC6B69"/>
    <w:rsid w:val="00AD2225"/>
    <w:rsid w:val="00AD4A17"/>
    <w:rsid w:val="00AD5BB7"/>
    <w:rsid w:val="00AD6665"/>
    <w:rsid w:val="00AD7635"/>
    <w:rsid w:val="00AE2A8D"/>
    <w:rsid w:val="00AE6420"/>
    <w:rsid w:val="00AF12C7"/>
    <w:rsid w:val="00AF3F6A"/>
    <w:rsid w:val="00AF4226"/>
    <w:rsid w:val="00AF4F66"/>
    <w:rsid w:val="00AF7D22"/>
    <w:rsid w:val="00B02128"/>
    <w:rsid w:val="00B02765"/>
    <w:rsid w:val="00B028D7"/>
    <w:rsid w:val="00B02F73"/>
    <w:rsid w:val="00B035ED"/>
    <w:rsid w:val="00B05DA2"/>
    <w:rsid w:val="00B068B7"/>
    <w:rsid w:val="00B06C51"/>
    <w:rsid w:val="00B079B9"/>
    <w:rsid w:val="00B11B3D"/>
    <w:rsid w:val="00B17FE8"/>
    <w:rsid w:val="00B23014"/>
    <w:rsid w:val="00B2515B"/>
    <w:rsid w:val="00B26015"/>
    <w:rsid w:val="00B275B7"/>
    <w:rsid w:val="00B32DD2"/>
    <w:rsid w:val="00B32E88"/>
    <w:rsid w:val="00B34095"/>
    <w:rsid w:val="00B3607C"/>
    <w:rsid w:val="00B372F6"/>
    <w:rsid w:val="00B4325C"/>
    <w:rsid w:val="00B45A25"/>
    <w:rsid w:val="00B4620C"/>
    <w:rsid w:val="00B46BA0"/>
    <w:rsid w:val="00B46E68"/>
    <w:rsid w:val="00B47CA2"/>
    <w:rsid w:val="00B51CBB"/>
    <w:rsid w:val="00B652BA"/>
    <w:rsid w:val="00B65DEC"/>
    <w:rsid w:val="00B664AA"/>
    <w:rsid w:val="00B715F9"/>
    <w:rsid w:val="00B75162"/>
    <w:rsid w:val="00B751EB"/>
    <w:rsid w:val="00B76B08"/>
    <w:rsid w:val="00B82F74"/>
    <w:rsid w:val="00B858CD"/>
    <w:rsid w:val="00B9069D"/>
    <w:rsid w:val="00B94665"/>
    <w:rsid w:val="00B94688"/>
    <w:rsid w:val="00B95482"/>
    <w:rsid w:val="00B96FA7"/>
    <w:rsid w:val="00BA19EC"/>
    <w:rsid w:val="00BA6791"/>
    <w:rsid w:val="00BB61F5"/>
    <w:rsid w:val="00BC1D6F"/>
    <w:rsid w:val="00BC2CF9"/>
    <w:rsid w:val="00BC4F72"/>
    <w:rsid w:val="00BC7542"/>
    <w:rsid w:val="00BD0DF1"/>
    <w:rsid w:val="00BD205B"/>
    <w:rsid w:val="00BE1783"/>
    <w:rsid w:val="00BE3350"/>
    <w:rsid w:val="00BE34F8"/>
    <w:rsid w:val="00BE4774"/>
    <w:rsid w:val="00BE700A"/>
    <w:rsid w:val="00BF1363"/>
    <w:rsid w:val="00BF2C1C"/>
    <w:rsid w:val="00BF7ED2"/>
    <w:rsid w:val="00C0107B"/>
    <w:rsid w:val="00C02363"/>
    <w:rsid w:val="00C0286C"/>
    <w:rsid w:val="00C028D4"/>
    <w:rsid w:val="00C04957"/>
    <w:rsid w:val="00C04BD0"/>
    <w:rsid w:val="00C05F1B"/>
    <w:rsid w:val="00C06805"/>
    <w:rsid w:val="00C10F24"/>
    <w:rsid w:val="00C1281F"/>
    <w:rsid w:val="00C12F19"/>
    <w:rsid w:val="00C1426C"/>
    <w:rsid w:val="00C157E5"/>
    <w:rsid w:val="00C169B7"/>
    <w:rsid w:val="00C21FA0"/>
    <w:rsid w:val="00C223BE"/>
    <w:rsid w:val="00C23770"/>
    <w:rsid w:val="00C23AC6"/>
    <w:rsid w:val="00C24D40"/>
    <w:rsid w:val="00C25163"/>
    <w:rsid w:val="00C255E0"/>
    <w:rsid w:val="00C26DB9"/>
    <w:rsid w:val="00C277BD"/>
    <w:rsid w:val="00C27D47"/>
    <w:rsid w:val="00C30573"/>
    <w:rsid w:val="00C30BF5"/>
    <w:rsid w:val="00C31F21"/>
    <w:rsid w:val="00C33229"/>
    <w:rsid w:val="00C33B94"/>
    <w:rsid w:val="00C342B4"/>
    <w:rsid w:val="00C3622F"/>
    <w:rsid w:val="00C37464"/>
    <w:rsid w:val="00C37880"/>
    <w:rsid w:val="00C37F5C"/>
    <w:rsid w:val="00C463FA"/>
    <w:rsid w:val="00C46580"/>
    <w:rsid w:val="00C46DE2"/>
    <w:rsid w:val="00C46FF5"/>
    <w:rsid w:val="00C4765E"/>
    <w:rsid w:val="00C505E0"/>
    <w:rsid w:val="00C50A6A"/>
    <w:rsid w:val="00C51B48"/>
    <w:rsid w:val="00C52D09"/>
    <w:rsid w:val="00C53D7A"/>
    <w:rsid w:val="00C565EF"/>
    <w:rsid w:val="00C63BBA"/>
    <w:rsid w:val="00C649C8"/>
    <w:rsid w:val="00C674B1"/>
    <w:rsid w:val="00C7198F"/>
    <w:rsid w:val="00C72BA1"/>
    <w:rsid w:val="00C754EB"/>
    <w:rsid w:val="00C770F7"/>
    <w:rsid w:val="00C775E8"/>
    <w:rsid w:val="00C84F8D"/>
    <w:rsid w:val="00C85453"/>
    <w:rsid w:val="00C86C21"/>
    <w:rsid w:val="00C86C60"/>
    <w:rsid w:val="00C8709D"/>
    <w:rsid w:val="00C87896"/>
    <w:rsid w:val="00C946EB"/>
    <w:rsid w:val="00CA1490"/>
    <w:rsid w:val="00CA20FA"/>
    <w:rsid w:val="00CA427B"/>
    <w:rsid w:val="00CA7537"/>
    <w:rsid w:val="00CB3505"/>
    <w:rsid w:val="00CB3539"/>
    <w:rsid w:val="00CB3946"/>
    <w:rsid w:val="00CB4060"/>
    <w:rsid w:val="00CB58CC"/>
    <w:rsid w:val="00CC47CA"/>
    <w:rsid w:val="00CC55BE"/>
    <w:rsid w:val="00CC67CD"/>
    <w:rsid w:val="00CD09E1"/>
    <w:rsid w:val="00CD0EE2"/>
    <w:rsid w:val="00CD4345"/>
    <w:rsid w:val="00CD52AE"/>
    <w:rsid w:val="00CD5D37"/>
    <w:rsid w:val="00CE1826"/>
    <w:rsid w:val="00CE1F67"/>
    <w:rsid w:val="00CE2FF0"/>
    <w:rsid w:val="00CE41C9"/>
    <w:rsid w:val="00CE4A7B"/>
    <w:rsid w:val="00CF0339"/>
    <w:rsid w:val="00CF11EB"/>
    <w:rsid w:val="00CF153D"/>
    <w:rsid w:val="00CF20B0"/>
    <w:rsid w:val="00CF3E78"/>
    <w:rsid w:val="00CF4D65"/>
    <w:rsid w:val="00CF59C9"/>
    <w:rsid w:val="00D00CB1"/>
    <w:rsid w:val="00D00F1B"/>
    <w:rsid w:val="00D01ED3"/>
    <w:rsid w:val="00D050EC"/>
    <w:rsid w:val="00D0711D"/>
    <w:rsid w:val="00D102D5"/>
    <w:rsid w:val="00D104F6"/>
    <w:rsid w:val="00D10A3D"/>
    <w:rsid w:val="00D1211E"/>
    <w:rsid w:val="00D12825"/>
    <w:rsid w:val="00D15FAD"/>
    <w:rsid w:val="00D16407"/>
    <w:rsid w:val="00D16C97"/>
    <w:rsid w:val="00D232FA"/>
    <w:rsid w:val="00D31172"/>
    <w:rsid w:val="00D35008"/>
    <w:rsid w:val="00D35823"/>
    <w:rsid w:val="00D36EAE"/>
    <w:rsid w:val="00D37433"/>
    <w:rsid w:val="00D3797F"/>
    <w:rsid w:val="00D40752"/>
    <w:rsid w:val="00D52AA9"/>
    <w:rsid w:val="00D52C74"/>
    <w:rsid w:val="00D53913"/>
    <w:rsid w:val="00D55807"/>
    <w:rsid w:val="00D6266B"/>
    <w:rsid w:val="00D627AB"/>
    <w:rsid w:val="00D65C45"/>
    <w:rsid w:val="00D661ED"/>
    <w:rsid w:val="00D666EB"/>
    <w:rsid w:val="00D67DFF"/>
    <w:rsid w:val="00D71B0C"/>
    <w:rsid w:val="00D75914"/>
    <w:rsid w:val="00D8030B"/>
    <w:rsid w:val="00D83A45"/>
    <w:rsid w:val="00D85D85"/>
    <w:rsid w:val="00D86C2C"/>
    <w:rsid w:val="00D92A18"/>
    <w:rsid w:val="00D943C6"/>
    <w:rsid w:val="00D94797"/>
    <w:rsid w:val="00D9535B"/>
    <w:rsid w:val="00D95E6C"/>
    <w:rsid w:val="00DA0CCB"/>
    <w:rsid w:val="00DA46A9"/>
    <w:rsid w:val="00DA4942"/>
    <w:rsid w:val="00DA646B"/>
    <w:rsid w:val="00DA6791"/>
    <w:rsid w:val="00DC13D4"/>
    <w:rsid w:val="00DC1C50"/>
    <w:rsid w:val="00DC3B90"/>
    <w:rsid w:val="00DC3DFB"/>
    <w:rsid w:val="00DC4DD1"/>
    <w:rsid w:val="00DC7EBB"/>
    <w:rsid w:val="00DD0EFA"/>
    <w:rsid w:val="00DD193B"/>
    <w:rsid w:val="00DD1A81"/>
    <w:rsid w:val="00DD275E"/>
    <w:rsid w:val="00DD38D7"/>
    <w:rsid w:val="00DD5C51"/>
    <w:rsid w:val="00DD5D5E"/>
    <w:rsid w:val="00DD6064"/>
    <w:rsid w:val="00DD6750"/>
    <w:rsid w:val="00DD7A92"/>
    <w:rsid w:val="00DE1BFB"/>
    <w:rsid w:val="00DE4E44"/>
    <w:rsid w:val="00DE5009"/>
    <w:rsid w:val="00DE6094"/>
    <w:rsid w:val="00DF1538"/>
    <w:rsid w:val="00DF5A0C"/>
    <w:rsid w:val="00DF631A"/>
    <w:rsid w:val="00DF6423"/>
    <w:rsid w:val="00DF6F56"/>
    <w:rsid w:val="00DF6FFF"/>
    <w:rsid w:val="00E02476"/>
    <w:rsid w:val="00E034F1"/>
    <w:rsid w:val="00E04F64"/>
    <w:rsid w:val="00E05C51"/>
    <w:rsid w:val="00E0658E"/>
    <w:rsid w:val="00E07525"/>
    <w:rsid w:val="00E11136"/>
    <w:rsid w:val="00E111EE"/>
    <w:rsid w:val="00E11413"/>
    <w:rsid w:val="00E1198F"/>
    <w:rsid w:val="00E13FD5"/>
    <w:rsid w:val="00E1511D"/>
    <w:rsid w:val="00E203C9"/>
    <w:rsid w:val="00E20F1D"/>
    <w:rsid w:val="00E225D0"/>
    <w:rsid w:val="00E244BD"/>
    <w:rsid w:val="00E26A7D"/>
    <w:rsid w:val="00E26B6E"/>
    <w:rsid w:val="00E27C7E"/>
    <w:rsid w:val="00E30D7A"/>
    <w:rsid w:val="00E31964"/>
    <w:rsid w:val="00E33006"/>
    <w:rsid w:val="00E33950"/>
    <w:rsid w:val="00E35FF9"/>
    <w:rsid w:val="00E40DAD"/>
    <w:rsid w:val="00E40FEB"/>
    <w:rsid w:val="00E43463"/>
    <w:rsid w:val="00E45253"/>
    <w:rsid w:val="00E453EE"/>
    <w:rsid w:val="00E46B5E"/>
    <w:rsid w:val="00E51D0C"/>
    <w:rsid w:val="00E536CD"/>
    <w:rsid w:val="00E53E43"/>
    <w:rsid w:val="00E53ECF"/>
    <w:rsid w:val="00E60D8F"/>
    <w:rsid w:val="00E626A9"/>
    <w:rsid w:val="00E6508D"/>
    <w:rsid w:val="00E668CC"/>
    <w:rsid w:val="00E6750B"/>
    <w:rsid w:val="00E700D5"/>
    <w:rsid w:val="00E771BB"/>
    <w:rsid w:val="00E7744B"/>
    <w:rsid w:val="00E8313A"/>
    <w:rsid w:val="00E87595"/>
    <w:rsid w:val="00E87F13"/>
    <w:rsid w:val="00E910B1"/>
    <w:rsid w:val="00E915DA"/>
    <w:rsid w:val="00E91E25"/>
    <w:rsid w:val="00E95F1C"/>
    <w:rsid w:val="00E96E39"/>
    <w:rsid w:val="00EA01B5"/>
    <w:rsid w:val="00EA0355"/>
    <w:rsid w:val="00EA4C16"/>
    <w:rsid w:val="00EA4D1A"/>
    <w:rsid w:val="00EA6181"/>
    <w:rsid w:val="00EA6443"/>
    <w:rsid w:val="00EB2547"/>
    <w:rsid w:val="00EB2C92"/>
    <w:rsid w:val="00EB5B09"/>
    <w:rsid w:val="00EC1402"/>
    <w:rsid w:val="00EC3114"/>
    <w:rsid w:val="00EC39F1"/>
    <w:rsid w:val="00EC71C0"/>
    <w:rsid w:val="00ED0282"/>
    <w:rsid w:val="00ED0A50"/>
    <w:rsid w:val="00ED67A4"/>
    <w:rsid w:val="00ED6B4C"/>
    <w:rsid w:val="00ED785B"/>
    <w:rsid w:val="00EE3B81"/>
    <w:rsid w:val="00EE4903"/>
    <w:rsid w:val="00EE57A5"/>
    <w:rsid w:val="00F005B9"/>
    <w:rsid w:val="00F00C2F"/>
    <w:rsid w:val="00F03E48"/>
    <w:rsid w:val="00F03EAA"/>
    <w:rsid w:val="00F0481D"/>
    <w:rsid w:val="00F13526"/>
    <w:rsid w:val="00F14BBA"/>
    <w:rsid w:val="00F14BFD"/>
    <w:rsid w:val="00F17496"/>
    <w:rsid w:val="00F177B3"/>
    <w:rsid w:val="00F20806"/>
    <w:rsid w:val="00F2152B"/>
    <w:rsid w:val="00F22613"/>
    <w:rsid w:val="00F25993"/>
    <w:rsid w:val="00F26056"/>
    <w:rsid w:val="00F3027F"/>
    <w:rsid w:val="00F32A67"/>
    <w:rsid w:val="00F344B6"/>
    <w:rsid w:val="00F358A5"/>
    <w:rsid w:val="00F44810"/>
    <w:rsid w:val="00F47D74"/>
    <w:rsid w:val="00F5072E"/>
    <w:rsid w:val="00F540B3"/>
    <w:rsid w:val="00F546E9"/>
    <w:rsid w:val="00F55D4D"/>
    <w:rsid w:val="00F64F2A"/>
    <w:rsid w:val="00F663B6"/>
    <w:rsid w:val="00F6688B"/>
    <w:rsid w:val="00F728C7"/>
    <w:rsid w:val="00F74E0D"/>
    <w:rsid w:val="00F759DB"/>
    <w:rsid w:val="00F82AB9"/>
    <w:rsid w:val="00F853E5"/>
    <w:rsid w:val="00F879EC"/>
    <w:rsid w:val="00F87DFC"/>
    <w:rsid w:val="00F91093"/>
    <w:rsid w:val="00F940F1"/>
    <w:rsid w:val="00F95D62"/>
    <w:rsid w:val="00F97E31"/>
    <w:rsid w:val="00FA186D"/>
    <w:rsid w:val="00FA44F7"/>
    <w:rsid w:val="00FA603F"/>
    <w:rsid w:val="00FA693F"/>
    <w:rsid w:val="00FA7B24"/>
    <w:rsid w:val="00FB4AA5"/>
    <w:rsid w:val="00FB62E5"/>
    <w:rsid w:val="00FB70D8"/>
    <w:rsid w:val="00FC52F8"/>
    <w:rsid w:val="00FC7DF6"/>
    <w:rsid w:val="00FD4649"/>
    <w:rsid w:val="00FD4F8E"/>
    <w:rsid w:val="00FD658C"/>
    <w:rsid w:val="00FE1BB0"/>
    <w:rsid w:val="00FE1C31"/>
    <w:rsid w:val="00FE2757"/>
    <w:rsid w:val="00FE2C68"/>
    <w:rsid w:val="00FE3A4A"/>
    <w:rsid w:val="00FE3B5F"/>
    <w:rsid w:val="00FE3EF5"/>
    <w:rsid w:val="00FE472E"/>
    <w:rsid w:val="00FE4A83"/>
    <w:rsid w:val="00FE506E"/>
    <w:rsid w:val="00FE605F"/>
    <w:rsid w:val="00FE6D8D"/>
    <w:rsid w:val="00FE74D2"/>
    <w:rsid w:val="00FF0EB8"/>
    <w:rsid w:val="00FF15F8"/>
    <w:rsid w:val="00FF6C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AAE6745"/>
  <w15:docId w15:val="{244C5EAE-4941-4594-BA58-A63075C292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libri" w:hAnsi="Cambria" w:cs="Times New Roman"/>
        <w:sz w:val="22"/>
        <w:szCs w:val="22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iPriority="0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iPriority="0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iPriority="0" w:unhideWhenUsed="1"/>
    <w:lsdException w:name="FollowedHyperlink" w:locked="1" w:semiHidden="1" w:unhideWhenUsed="1"/>
    <w:lsdException w:name="Strong" w:uiPriority="22" w:qFormat="1"/>
    <w:lsdException w:name="Emphasis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iPriority="0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0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94D17"/>
    <w:pPr>
      <w:spacing w:after="200" w:line="252" w:lineRule="auto"/>
    </w:pPr>
  </w:style>
  <w:style w:type="paragraph" w:styleId="Titre1">
    <w:name w:val="heading 1"/>
    <w:basedOn w:val="Normal"/>
    <w:next w:val="Normal"/>
    <w:link w:val="Titre1Car"/>
    <w:qFormat/>
    <w:rsid w:val="007E2A27"/>
    <w:pPr>
      <w:pBdr>
        <w:bottom w:val="thinThickSmallGap" w:sz="12" w:space="1" w:color="943634"/>
      </w:pBdr>
      <w:spacing w:before="400"/>
      <w:jc w:val="center"/>
      <w:outlineLvl w:val="0"/>
    </w:pPr>
    <w:rPr>
      <w:caps/>
      <w:color w:val="632423"/>
      <w:spacing w:val="20"/>
      <w:sz w:val="28"/>
      <w:szCs w:val="28"/>
    </w:rPr>
  </w:style>
  <w:style w:type="paragraph" w:styleId="Titre2">
    <w:name w:val="heading 2"/>
    <w:basedOn w:val="Normal"/>
    <w:next w:val="Normal"/>
    <w:link w:val="Titre2Car"/>
    <w:qFormat/>
    <w:rsid w:val="007E2A27"/>
    <w:pPr>
      <w:pBdr>
        <w:bottom w:val="single" w:sz="4" w:space="1" w:color="622423"/>
      </w:pBdr>
      <w:spacing w:before="400"/>
      <w:jc w:val="center"/>
      <w:outlineLvl w:val="1"/>
    </w:pPr>
    <w:rPr>
      <w:caps/>
      <w:color w:val="632423"/>
      <w:spacing w:val="15"/>
      <w:sz w:val="24"/>
      <w:szCs w:val="24"/>
    </w:rPr>
  </w:style>
  <w:style w:type="paragraph" w:styleId="Titre3">
    <w:name w:val="heading 3"/>
    <w:basedOn w:val="Normal"/>
    <w:next w:val="Normal"/>
    <w:link w:val="Titre3Car"/>
    <w:qFormat/>
    <w:rsid w:val="007E2A27"/>
    <w:pPr>
      <w:pBdr>
        <w:top w:val="dotted" w:sz="4" w:space="1" w:color="622423"/>
        <w:bottom w:val="dotted" w:sz="4" w:space="1" w:color="622423"/>
      </w:pBdr>
      <w:spacing w:before="300"/>
      <w:jc w:val="center"/>
      <w:outlineLvl w:val="2"/>
    </w:pPr>
    <w:rPr>
      <w:caps/>
      <w:color w:val="622423"/>
      <w:sz w:val="24"/>
      <w:szCs w:val="24"/>
    </w:rPr>
  </w:style>
  <w:style w:type="paragraph" w:styleId="Titre4">
    <w:name w:val="heading 4"/>
    <w:basedOn w:val="Normal"/>
    <w:next w:val="Normal"/>
    <w:link w:val="Titre4Car"/>
    <w:qFormat/>
    <w:rsid w:val="007E2A27"/>
    <w:pPr>
      <w:pBdr>
        <w:bottom w:val="dotted" w:sz="4" w:space="1" w:color="943634"/>
      </w:pBdr>
      <w:spacing w:after="120"/>
      <w:jc w:val="center"/>
      <w:outlineLvl w:val="3"/>
    </w:pPr>
    <w:rPr>
      <w:caps/>
      <w:color w:val="622423"/>
      <w:spacing w:val="10"/>
    </w:rPr>
  </w:style>
  <w:style w:type="paragraph" w:styleId="Titre5">
    <w:name w:val="heading 5"/>
    <w:basedOn w:val="Normal"/>
    <w:next w:val="Normal"/>
    <w:link w:val="Titre5Car"/>
    <w:uiPriority w:val="99"/>
    <w:qFormat/>
    <w:rsid w:val="007E2A27"/>
    <w:pPr>
      <w:spacing w:before="320" w:after="120"/>
      <w:jc w:val="center"/>
      <w:outlineLvl w:val="4"/>
    </w:pPr>
    <w:rPr>
      <w:caps/>
      <w:color w:val="622423"/>
      <w:spacing w:val="10"/>
    </w:rPr>
  </w:style>
  <w:style w:type="paragraph" w:styleId="Titre6">
    <w:name w:val="heading 6"/>
    <w:basedOn w:val="Normal"/>
    <w:next w:val="Normal"/>
    <w:link w:val="Titre6Car"/>
    <w:qFormat/>
    <w:rsid w:val="007E2A27"/>
    <w:pPr>
      <w:spacing w:after="120"/>
      <w:jc w:val="center"/>
      <w:outlineLvl w:val="5"/>
    </w:pPr>
    <w:rPr>
      <w:caps/>
      <w:color w:val="943634"/>
      <w:spacing w:val="10"/>
    </w:rPr>
  </w:style>
  <w:style w:type="paragraph" w:styleId="Titre7">
    <w:name w:val="heading 7"/>
    <w:basedOn w:val="Normal"/>
    <w:next w:val="Normal"/>
    <w:link w:val="Titre7Car"/>
    <w:uiPriority w:val="99"/>
    <w:qFormat/>
    <w:rsid w:val="007E2A27"/>
    <w:pPr>
      <w:spacing w:after="120"/>
      <w:jc w:val="center"/>
      <w:outlineLvl w:val="6"/>
    </w:pPr>
    <w:rPr>
      <w:i/>
      <w:iCs/>
      <w:caps/>
      <w:color w:val="943634"/>
      <w:spacing w:val="10"/>
    </w:rPr>
  </w:style>
  <w:style w:type="paragraph" w:styleId="Titre8">
    <w:name w:val="heading 8"/>
    <w:basedOn w:val="Normal"/>
    <w:next w:val="Normal"/>
    <w:link w:val="Titre8Car"/>
    <w:uiPriority w:val="99"/>
    <w:qFormat/>
    <w:rsid w:val="007E2A27"/>
    <w:pPr>
      <w:spacing w:after="120"/>
      <w:jc w:val="center"/>
      <w:outlineLvl w:val="7"/>
    </w:pPr>
    <w:rPr>
      <w:caps/>
      <w:spacing w:val="10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9"/>
    <w:qFormat/>
    <w:rsid w:val="007E2A27"/>
    <w:pPr>
      <w:spacing w:after="120"/>
      <w:jc w:val="center"/>
      <w:outlineLvl w:val="8"/>
    </w:pPr>
    <w:rPr>
      <w:i/>
      <w:iCs/>
      <w:caps/>
      <w:spacing w:val="10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locked/>
    <w:rsid w:val="007E2A27"/>
    <w:rPr>
      <w:rFonts w:cs="Times New Roman"/>
      <w:caps/>
      <w:color w:val="632423"/>
      <w:spacing w:val="20"/>
      <w:sz w:val="28"/>
      <w:szCs w:val="28"/>
    </w:rPr>
  </w:style>
  <w:style w:type="character" w:customStyle="1" w:styleId="Titre2Car">
    <w:name w:val="Titre 2 Car"/>
    <w:basedOn w:val="Policepardfaut"/>
    <w:link w:val="Titre2"/>
    <w:locked/>
    <w:rsid w:val="007E2A27"/>
    <w:rPr>
      <w:rFonts w:cs="Times New Roman"/>
      <w:caps/>
      <w:color w:val="632423"/>
      <w:spacing w:val="15"/>
      <w:sz w:val="24"/>
      <w:szCs w:val="24"/>
    </w:rPr>
  </w:style>
  <w:style w:type="character" w:customStyle="1" w:styleId="Titre3Car">
    <w:name w:val="Titre 3 Car"/>
    <w:basedOn w:val="Policepardfaut"/>
    <w:link w:val="Titre3"/>
    <w:locked/>
    <w:rsid w:val="007E2A27"/>
    <w:rPr>
      <w:rFonts w:cs="Times New Roman"/>
      <w:caps/>
      <w:color w:val="622423"/>
      <w:sz w:val="24"/>
      <w:szCs w:val="24"/>
    </w:rPr>
  </w:style>
  <w:style w:type="character" w:customStyle="1" w:styleId="Titre4Car">
    <w:name w:val="Titre 4 Car"/>
    <w:basedOn w:val="Policepardfaut"/>
    <w:link w:val="Titre4"/>
    <w:locked/>
    <w:rsid w:val="007E2A27"/>
    <w:rPr>
      <w:rFonts w:cs="Times New Roman"/>
      <w:caps/>
      <w:color w:val="622423"/>
      <w:spacing w:val="10"/>
    </w:rPr>
  </w:style>
  <w:style w:type="character" w:customStyle="1" w:styleId="Titre5Car">
    <w:name w:val="Titre 5 Car"/>
    <w:basedOn w:val="Policepardfaut"/>
    <w:link w:val="Titre5"/>
    <w:uiPriority w:val="99"/>
    <w:locked/>
    <w:rsid w:val="007E2A27"/>
    <w:rPr>
      <w:rFonts w:cs="Times New Roman"/>
      <w:caps/>
      <w:color w:val="622423"/>
      <w:spacing w:val="10"/>
    </w:rPr>
  </w:style>
  <w:style w:type="character" w:customStyle="1" w:styleId="Titre6Car">
    <w:name w:val="Titre 6 Car"/>
    <w:basedOn w:val="Policepardfaut"/>
    <w:link w:val="Titre6"/>
    <w:locked/>
    <w:rsid w:val="007E2A27"/>
    <w:rPr>
      <w:rFonts w:cs="Times New Roman"/>
      <w:caps/>
      <w:color w:val="943634"/>
      <w:spacing w:val="10"/>
    </w:rPr>
  </w:style>
  <w:style w:type="character" w:customStyle="1" w:styleId="Titre7Car">
    <w:name w:val="Titre 7 Car"/>
    <w:basedOn w:val="Policepardfaut"/>
    <w:link w:val="Titre7"/>
    <w:uiPriority w:val="99"/>
    <w:locked/>
    <w:rsid w:val="007E2A27"/>
    <w:rPr>
      <w:rFonts w:cs="Times New Roman"/>
      <w:i/>
      <w:iCs/>
      <w:caps/>
      <w:color w:val="943634"/>
      <w:spacing w:val="10"/>
    </w:rPr>
  </w:style>
  <w:style w:type="character" w:customStyle="1" w:styleId="Titre8Car">
    <w:name w:val="Titre 8 Car"/>
    <w:basedOn w:val="Policepardfaut"/>
    <w:link w:val="Titre8"/>
    <w:uiPriority w:val="99"/>
    <w:locked/>
    <w:rsid w:val="007E2A27"/>
    <w:rPr>
      <w:rFonts w:cs="Times New Roman"/>
      <w:caps/>
      <w:spacing w:val="10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9"/>
    <w:semiHidden/>
    <w:locked/>
    <w:rsid w:val="007E2A27"/>
    <w:rPr>
      <w:rFonts w:cs="Times New Roman"/>
      <w:i/>
      <w:iCs/>
      <w:caps/>
      <w:spacing w:val="10"/>
      <w:sz w:val="20"/>
      <w:szCs w:val="20"/>
    </w:rPr>
  </w:style>
  <w:style w:type="paragraph" w:styleId="En-tte">
    <w:name w:val="header"/>
    <w:basedOn w:val="Normal"/>
    <w:link w:val="En-tteCar"/>
    <w:rsid w:val="002160C6"/>
    <w:pPr>
      <w:tabs>
        <w:tab w:val="center" w:pos="4819"/>
        <w:tab w:val="right" w:pos="9071"/>
      </w:tabs>
    </w:pPr>
  </w:style>
  <w:style w:type="character" w:customStyle="1" w:styleId="En-tteCar">
    <w:name w:val="En-tête Car"/>
    <w:basedOn w:val="Policepardfaut"/>
    <w:link w:val="En-tte"/>
    <w:locked/>
    <w:rsid w:val="00A50083"/>
    <w:rPr>
      <w:rFonts w:cs="Times New Roman"/>
    </w:rPr>
  </w:style>
  <w:style w:type="paragraph" w:styleId="Notedebasdepage">
    <w:name w:val="footnote text"/>
    <w:basedOn w:val="Normal"/>
    <w:link w:val="NotedebasdepageCar"/>
    <w:uiPriority w:val="99"/>
    <w:semiHidden/>
    <w:rsid w:val="002160C6"/>
    <w:pPr>
      <w:keepLines/>
      <w:tabs>
        <w:tab w:val="left" w:pos="567"/>
      </w:tabs>
      <w:spacing w:line="240" w:lineRule="exact"/>
      <w:jc w:val="both"/>
    </w:pPr>
    <w:rPr>
      <w:rFonts w:ascii="Helv" w:hAnsi="Helv"/>
      <w:sz w:val="16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locked/>
    <w:rsid w:val="00A50083"/>
    <w:rPr>
      <w:rFonts w:cs="Times New Roman"/>
      <w:sz w:val="20"/>
      <w:szCs w:val="20"/>
    </w:rPr>
  </w:style>
  <w:style w:type="paragraph" w:styleId="Retraitnormal">
    <w:name w:val="Normal Indent"/>
    <w:basedOn w:val="Normal"/>
    <w:uiPriority w:val="99"/>
    <w:rsid w:val="002160C6"/>
    <w:pPr>
      <w:ind w:left="708"/>
    </w:pPr>
  </w:style>
  <w:style w:type="paragraph" w:customStyle="1" w:styleId="Date1">
    <w:name w:val="Date1"/>
    <w:uiPriority w:val="99"/>
    <w:rsid w:val="002160C6"/>
    <w:pPr>
      <w:keepNext/>
      <w:keepLines/>
      <w:spacing w:before="720" w:after="960" w:line="240" w:lineRule="exact"/>
      <w:ind w:left="6237"/>
    </w:pPr>
    <w:rPr>
      <w:rFonts w:ascii="Helv" w:hAnsi="Helv"/>
    </w:rPr>
  </w:style>
  <w:style w:type="paragraph" w:customStyle="1" w:styleId="TITRE">
    <w:name w:val="TITRE"/>
    <w:uiPriority w:val="99"/>
    <w:rsid w:val="002160C6"/>
    <w:pPr>
      <w:spacing w:after="200" w:line="240" w:lineRule="exact"/>
      <w:jc w:val="center"/>
    </w:pPr>
    <w:rPr>
      <w:rFonts w:ascii="Helv" w:hAnsi="Helv"/>
      <w:b/>
      <w:sz w:val="40"/>
      <w:u w:val="single"/>
    </w:rPr>
  </w:style>
  <w:style w:type="paragraph" w:customStyle="1" w:styleId="OBJET">
    <w:name w:val="OBJET"/>
    <w:uiPriority w:val="99"/>
    <w:rsid w:val="002160C6"/>
    <w:pPr>
      <w:spacing w:before="720" w:after="240" w:line="240" w:lineRule="exact"/>
    </w:pPr>
    <w:rPr>
      <w:rFonts w:ascii="Helv" w:hAnsi="Helv"/>
      <w:i/>
      <w:u w:val="single"/>
    </w:rPr>
  </w:style>
  <w:style w:type="paragraph" w:customStyle="1" w:styleId="SOUS-TITRE">
    <w:name w:val="SOUS-TITRE"/>
    <w:uiPriority w:val="99"/>
    <w:rsid w:val="002160C6"/>
    <w:pPr>
      <w:tabs>
        <w:tab w:val="left" w:pos="709"/>
      </w:tabs>
      <w:spacing w:after="200" w:line="240" w:lineRule="exact"/>
      <w:ind w:left="862" w:hanging="862"/>
    </w:pPr>
    <w:rPr>
      <w:rFonts w:ascii="Helv" w:hAnsi="Helv"/>
    </w:rPr>
  </w:style>
  <w:style w:type="paragraph" w:customStyle="1" w:styleId="SOUS-CHAPITRE">
    <w:name w:val="SOUS-CHAPITRE"/>
    <w:uiPriority w:val="99"/>
    <w:rsid w:val="002160C6"/>
    <w:pPr>
      <w:spacing w:after="200" w:line="240" w:lineRule="exact"/>
      <w:ind w:left="1418" w:hanging="510"/>
    </w:pPr>
    <w:rPr>
      <w:rFonts w:ascii="Helv" w:hAnsi="Helv"/>
      <w:b/>
    </w:rPr>
  </w:style>
  <w:style w:type="paragraph" w:customStyle="1" w:styleId="PARAGRAPHEDECALE">
    <w:name w:val="PARAGRAPHE DECALE"/>
    <w:uiPriority w:val="99"/>
    <w:rsid w:val="002160C6"/>
    <w:pPr>
      <w:spacing w:after="240" w:line="240" w:lineRule="exact"/>
      <w:ind w:left="1985"/>
      <w:jc w:val="both"/>
    </w:pPr>
    <w:rPr>
      <w:rFonts w:ascii="Helv" w:hAnsi="Helv"/>
    </w:rPr>
  </w:style>
  <w:style w:type="paragraph" w:customStyle="1" w:styleId="SOUS-SECTION">
    <w:name w:val="SOUS-SECTION"/>
    <w:uiPriority w:val="99"/>
    <w:rsid w:val="002160C6"/>
    <w:pPr>
      <w:tabs>
        <w:tab w:val="left" w:pos="2016"/>
      </w:tabs>
      <w:spacing w:after="360" w:line="240" w:lineRule="exact"/>
      <w:ind w:left="1985" w:hanging="284"/>
    </w:pPr>
    <w:rPr>
      <w:rFonts w:ascii="Helv" w:hAnsi="Helv"/>
    </w:rPr>
  </w:style>
  <w:style w:type="paragraph" w:customStyle="1" w:styleId="TIRET">
    <w:name w:val="TIRET"/>
    <w:uiPriority w:val="99"/>
    <w:rsid w:val="002160C6"/>
    <w:pPr>
      <w:tabs>
        <w:tab w:val="left" w:pos="2449"/>
      </w:tabs>
      <w:spacing w:before="240" w:after="200" w:line="240" w:lineRule="exact"/>
      <w:ind w:left="2449" w:hanging="289"/>
      <w:jc w:val="both"/>
    </w:pPr>
    <w:rPr>
      <w:rFonts w:ascii="Helv" w:hAnsi="Helv"/>
    </w:rPr>
  </w:style>
  <w:style w:type="paragraph" w:customStyle="1" w:styleId="POINT">
    <w:name w:val="POINT"/>
    <w:uiPriority w:val="99"/>
    <w:rsid w:val="002160C6"/>
    <w:pPr>
      <w:tabs>
        <w:tab w:val="left" w:pos="3028"/>
      </w:tabs>
      <w:spacing w:before="240" w:after="200" w:line="240" w:lineRule="exact"/>
      <w:ind w:left="3028" w:hanging="289"/>
      <w:jc w:val="both"/>
    </w:pPr>
    <w:rPr>
      <w:rFonts w:ascii="Helv" w:hAnsi="Helv"/>
    </w:rPr>
  </w:style>
  <w:style w:type="paragraph" w:customStyle="1" w:styleId="ETOILE">
    <w:name w:val="ETOILE"/>
    <w:uiPriority w:val="99"/>
    <w:rsid w:val="002160C6"/>
    <w:pPr>
      <w:tabs>
        <w:tab w:val="left" w:pos="3600"/>
      </w:tabs>
      <w:spacing w:before="240" w:after="200" w:line="240" w:lineRule="exact"/>
      <w:ind w:left="3600" w:hanging="289"/>
      <w:jc w:val="both"/>
    </w:pPr>
    <w:rPr>
      <w:rFonts w:ascii="Helv" w:hAnsi="Helv"/>
    </w:rPr>
  </w:style>
  <w:style w:type="paragraph" w:customStyle="1" w:styleId="CROIX">
    <w:name w:val="CROIX"/>
    <w:uiPriority w:val="99"/>
    <w:rsid w:val="002160C6"/>
    <w:pPr>
      <w:tabs>
        <w:tab w:val="left" w:pos="4179"/>
      </w:tabs>
      <w:spacing w:after="200" w:line="240" w:lineRule="exact"/>
      <w:ind w:left="4179" w:hanging="289"/>
      <w:jc w:val="both"/>
    </w:pPr>
    <w:rPr>
      <w:rFonts w:ascii="Helv" w:hAnsi="Helv"/>
    </w:rPr>
  </w:style>
  <w:style w:type="paragraph" w:styleId="Retraitcorpsdetexte">
    <w:name w:val="Body Text Indent"/>
    <w:basedOn w:val="Normal"/>
    <w:link w:val="RetraitcorpsdetexteCar"/>
    <w:uiPriority w:val="99"/>
    <w:rsid w:val="002160C6"/>
    <w:pPr>
      <w:spacing w:before="1200" w:line="360" w:lineRule="auto"/>
    </w:pPr>
    <w:rPr>
      <w:rFonts w:ascii="Arial" w:hAnsi="Arial"/>
    </w:rPr>
  </w:style>
  <w:style w:type="character" w:customStyle="1" w:styleId="RetraitcorpsdetexteCar">
    <w:name w:val="Retrait corps de texte Car"/>
    <w:basedOn w:val="Policepardfaut"/>
    <w:link w:val="Retraitcorpsdetexte"/>
    <w:uiPriority w:val="99"/>
    <w:locked/>
    <w:rsid w:val="00A50083"/>
    <w:rPr>
      <w:rFonts w:cs="Times New Roman"/>
    </w:rPr>
  </w:style>
  <w:style w:type="paragraph" w:styleId="Pieddepage">
    <w:name w:val="footer"/>
    <w:basedOn w:val="Normal"/>
    <w:link w:val="PieddepageCar"/>
    <w:uiPriority w:val="99"/>
    <w:rsid w:val="002160C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locked/>
    <w:rsid w:val="00C255E0"/>
    <w:rPr>
      <w:rFonts w:cs="Times New Roman"/>
    </w:rPr>
  </w:style>
  <w:style w:type="paragraph" w:customStyle="1" w:styleId="Enttenote">
    <w:name w:val="En tête note"/>
    <w:uiPriority w:val="99"/>
    <w:rsid w:val="002160C6"/>
    <w:pPr>
      <w:keepLines/>
      <w:spacing w:after="200" w:line="360" w:lineRule="exact"/>
    </w:pPr>
    <w:rPr>
      <w:rFonts w:ascii="Arial" w:hAnsi="Arial"/>
      <w:sz w:val="18"/>
    </w:rPr>
  </w:style>
  <w:style w:type="paragraph" w:styleId="Retraitcorpsdetexte2">
    <w:name w:val="Body Text Indent 2"/>
    <w:basedOn w:val="Normal"/>
    <w:link w:val="Retraitcorpsdetexte2Car"/>
    <w:uiPriority w:val="99"/>
    <w:rsid w:val="002160C6"/>
    <w:pPr>
      <w:spacing w:line="360" w:lineRule="auto"/>
      <w:ind w:left="2127"/>
    </w:pPr>
    <w:rPr>
      <w:rFonts w:ascii="Arial" w:hAnsi="Arial"/>
    </w:rPr>
  </w:style>
  <w:style w:type="character" w:customStyle="1" w:styleId="Retraitcorpsdetexte2Car">
    <w:name w:val="Retrait corps de texte 2 Car"/>
    <w:basedOn w:val="Policepardfaut"/>
    <w:link w:val="Retraitcorpsdetexte2"/>
    <w:uiPriority w:val="99"/>
    <w:semiHidden/>
    <w:locked/>
    <w:rsid w:val="00A50083"/>
    <w:rPr>
      <w:rFonts w:cs="Times New Roman"/>
    </w:rPr>
  </w:style>
  <w:style w:type="paragraph" w:styleId="Retraitcorpsdetexte3">
    <w:name w:val="Body Text Indent 3"/>
    <w:basedOn w:val="Normal"/>
    <w:link w:val="Retraitcorpsdetexte3Car"/>
    <w:uiPriority w:val="99"/>
    <w:rsid w:val="002160C6"/>
    <w:pPr>
      <w:spacing w:before="120" w:line="360" w:lineRule="auto"/>
      <w:ind w:left="2127"/>
    </w:pPr>
    <w:rPr>
      <w:rFonts w:ascii="Arial" w:hAnsi="Arial"/>
    </w:rPr>
  </w:style>
  <w:style w:type="character" w:customStyle="1" w:styleId="Retraitcorpsdetexte3Car">
    <w:name w:val="Retrait corps de texte 3 Car"/>
    <w:basedOn w:val="Policepardfaut"/>
    <w:link w:val="Retraitcorpsdetexte3"/>
    <w:uiPriority w:val="99"/>
    <w:semiHidden/>
    <w:locked/>
    <w:rsid w:val="00A50083"/>
    <w:rPr>
      <w:rFonts w:cs="Times New Roman"/>
      <w:sz w:val="16"/>
      <w:szCs w:val="16"/>
    </w:rPr>
  </w:style>
  <w:style w:type="character" w:styleId="Numrodepage">
    <w:name w:val="page number"/>
    <w:basedOn w:val="Policepardfaut"/>
    <w:uiPriority w:val="99"/>
    <w:rsid w:val="002160C6"/>
    <w:rPr>
      <w:rFonts w:cs="Times New Roman"/>
    </w:rPr>
  </w:style>
  <w:style w:type="paragraph" w:styleId="Textedebulles">
    <w:name w:val="Balloon Text"/>
    <w:basedOn w:val="Normal"/>
    <w:link w:val="TextedebullesCar"/>
    <w:uiPriority w:val="99"/>
    <w:semiHidden/>
    <w:rsid w:val="00640181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locked/>
    <w:rsid w:val="00A50083"/>
    <w:rPr>
      <w:rFonts w:ascii="Times New Roman" w:hAnsi="Times New Roman" w:cs="Times New Roman"/>
      <w:sz w:val="2"/>
    </w:rPr>
  </w:style>
  <w:style w:type="paragraph" w:customStyle="1" w:styleId="Style4">
    <w:name w:val="Style4"/>
    <w:basedOn w:val="Normal"/>
    <w:uiPriority w:val="99"/>
    <w:rsid w:val="007C6FD5"/>
    <w:pPr>
      <w:numPr>
        <w:numId w:val="1"/>
      </w:numPr>
    </w:pPr>
  </w:style>
  <w:style w:type="paragraph" w:styleId="Lgende">
    <w:name w:val="caption"/>
    <w:basedOn w:val="Normal"/>
    <w:next w:val="Normal"/>
    <w:uiPriority w:val="99"/>
    <w:qFormat/>
    <w:rsid w:val="007E2A27"/>
    <w:rPr>
      <w:caps/>
      <w:spacing w:val="10"/>
      <w:sz w:val="18"/>
      <w:szCs w:val="18"/>
    </w:rPr>
  </w:style>
  <w:style w:type="paragraph" w:styleId="Titre0">
    <w:name w:val="Title"/>
    <w:basedOn w:val="Normal"/>
    <w:next w:val="Normal"/>
    <w:link w:val="TitreCar"/>
    <w:qFormat/>
    <w:rsid w:val="007E2A27"/>
    <w:pPr>
      <w:pBdr>
        <w:top w:val="dotted" w:sz="2" w:space="1" w:color="632423"/>
        <w:bottom w:val="dotted" w:sz="2" w:space="6" w:color="632423"/>
      </w:pBdr>
      <w:spacing w:before="500" w:after="300" w:line="240" w:lineRule="auto"/>
      <w:jc w:val="center"/>
    </w:pPr>
    <w:rPr>
      <w:caps/>
      <w:color w:val="632423"/>
      <w:spacing w:val="50"/>
      <w:sz w:val="44"/>
      <w:szCs w:val="44"/>
    </w:rPr>
  </w:style>
  <w:style w:type="character" w:customStyle="1" w:styleId="TitreCar">
    <w:name w:val="Titre Car"/>
    <w:basedOn w:val="Policepardfaut"/>
    <w:link w:val="Titre0"/>
    <w:locked/>
    <w:rsid w:val="007E2A27"/>
    <w:rPr>
      <w:rFonts w:cs="Times New Roman"/>
      <w:caps/>
      <w:color w:val="632423"/>
      <w:spacing w:val="50"/>
      <w:sz w:val="44"/>
      <w:szCs w:val="44"/>
    </w:rPr>
  </w:style>
  <w:style w:type="paragraph" w:styleId="Sous-titre0">
    <w:name w:val="Subtitle"/>
    <w:basedOn w:val="Normal"/>
    <w:next w:val="Normal"/>
    <w:link w:val="Sous-titreCar"/>
    <w:qFormat/>
    <w:rsid w:val="007E2A27"/>
    <w:pPr>
      <w:spacing w:after="560" w:line="240" w:lineRule="auto"/>
      <w:jc w:val="center"/>
    </w:pPr>
    <w:rPr>
      <w:caps/>
      <w:spacing w:val="20"/>
      <w:sz w:val="18"/>
      <w:szCs w:val="18"/>
    </w:rPr>
  </w:style>
  <w:style w:type="character" w:customStyle="1" w:styleId="Sous-titreCar">
    <w:name w:val="Sous-titre Car"/>
    <w:basedOn w:val="Policepardfaut"/>
    <w:link w:val="Sous-titre0"/>
    <w:locked/>
    <w:rsid w:val="007E2A27"/>
    <w:rPr>
      <w:rFonts w:cs="Times New Roman"/>
      <w:caps/>
      <w:spacing w:val="20"/>
      <w:sz w:val="18"/>
      <w:szCs w:val="18"/>
    </w:rPr>
  </w:style>
  <w:style w:type="character" w:styleId="lev">
    <w:name w:val="Strong"/>
    <w:basedOn w:val="Policepardfaut"/>
    <w:uiPriority w:val="22"/>
    <w:qFormat/>
    <w:rsid w:val="007E2A27"/>
    <w:rPr>
      <w:rFonts w:cs="Times New Roman"/>
      <w:b/>
      <w:color w:val="943634"/>
      <w:spacing w:val="5"/>
    </w:rPr>
  </w:style>
  <w:style w:type="character" w:styleId="Accentuation">
    <w:name w:val="Emphasis"/>
    <w:basedOn w:val="Policepardfaut"/>
    <w:uiPriority w:val="20"/>
    <w:qFormat/>
    <w:rsid w:val="007E2A27"/>
    <w:rPr>
      <w:rFonts w:cs="Times New Roman"/>
      <w:caps/>
      <w:spacing w:val="5"/>
      <w:sz w:val="20"/>
    </w:rPr>
  </w:style>
  <w:style w:type="paragraph" w:styleId="Sansinterligne">
    <w:name w:val="No Spacing"/>
    <w:basedOn w:val="Normal"/>
    <w:link w:val="SansinterligneCar"/>
    <w:uiPriority w:val="1"/>
    <w:qFormat/>
    <w:rsid w:val="007E2A27"/>
    <w:pPr>
      <w:spacing w:after="0" w:line="240" w:lineRule="auto"/>
    </w:pPr>
  </w:style>
  <w:style w:type="character" w:customStyle="1" w:styleId="SansinterligneCar">
    <w:name w:val="Sans interligne Car"/>
    <w:basedOn w:val="Policepardfaut"/>
    <w:link w:val="Sansinterligne"/>
    <w:uiPriority w:val="99"/>
    <w:locked/>
    <w:rsid w:val="007E2A27"/>
    <w:rPr>
      <w:rFonts w:cs="Times New Roman"/>
    </w:rPr>
  </w:style>
  <w:style w:type="paragraph" w:styleId="Paragraphedeliste">
    <w:name w:val="List Paragraph"/>
    <w:basedOn w:val="Normal"/>
    <w:uiPriority w:val="34"/>
    <w:qFormat/>
    <w:rsid w:val="007E2A27"/>
    <w:pPr>
      <w:ind w:left="720"/>
      <w:contextualSpacing/>
    </w:pPr>
  </w:style>
  <w:style w:type="paragraph" w:styleId="Citation">
    <w:name w:val="Quote"/>
    <w:basedOn w:val="Normal"/>
    <w:next w:val="Normal"/>
    <w:link w:val="CitationCar"/>
    <w:uiPriority w:val="99"/>
    <w:qFormat/>
    <w:rsid w:val="007E2A27"/>
    <w:rPr>
      <w:i/>
      <w:iCs/>
    </w:rPr>
  </w:style>
  <w:style w:type="character" w:customStyle="1" w:styleId="CitationCar">
    <w:name w:val="Citation Car"/>
    <w:basedOn w:val="Policepardfaut"/>
    <w:link w:val="Citation"/>
    <w:uiPriority w:val="99"/>
    <w:locked/>
    <w:rsid w:val="007E2A27"/>
    <w:rPr>
      <w:rFonts w:cs="Times New Roman"/>
      <w:i/>
      <w:iCs/>
    </w:rPr>
  </w:style>
  <w:style w:type="paragraph" w:styleId="Citationintense">
    <w:name w:val="Intense Quote"/>
    <w:basedOn w:val="Normal"/>
    <w:next w:val="Normal"/>
    <w:link w:val="CitationintenseCar"/>
    <w:uiPriority w:val="99"/>
    <w:qFormat/>
    <w:rsid w:val="007E2A27"/>
    <w:pPr>
      <w:pBdr>
        <w:top w:val="dotted" w:sz="2" w:space="10" w:color="632423"/>
        <w:bottom w:val="dotted" w:sz="2" w:space="4" w:color="632423"/>
      </w:pBdr>
      <w:spacing w:before="160" w:line="300" w:lineRule="auto"/>
      <w:ind w:left="1440" w:right="1440"/>
    </w:pPr>
    <w:rPr>
      <w:caps/>
      <w:color w:val="622423"/>
      <w:spacing w:val="5"/>
      <w:sz w:val="20"/>
      <w:szCs w:val="20"/>
    </w:rPr>
  </w:style>
  <w:style w:type="character" w:customStyle="1" w:styleId="CitationintenseCar">
    <w:name w:val="Citation intense Car"/>
    <w:basedOn w:val="Policepardfaut"/>
    <w:link w:val="Citationintense"/>
    <w:uiPriority w:val="99"/>
    <w:locked/>
    <w:rsid w:val="007E2A27"/>
    <w:rPr>
      <w:rFonts w:cs="Times New Roman"/>
      <w:caps/>
      <w:color w:val="622423"/>
      <w:spacing w:val="5"/>
      <w:sz w:val="20"/>
      <w:szCs w:val="20"/>
    </w:rPr>
  </w:style>
  <w:style w:type="character" w:styleId="Accentuationlgre">
    <w:name w:val="Subtle Emphasis"/>
    <w:basedOn w:val="Policepardfaut"/>
    <w:uiPriority w:val="99"/>
    <w:qFormat/>
    <w:rsid w:val="007E2A27"/>
    <w:rPr>
      <w:rFonts w:cs="Times New Roman"/>
      <w:i/>
    </w:rPr>
  </w:style>
  <w:style w:type="character" w:styleId="Accentuationintense">
    <w:name w:val="Intense Emphasis"/>
    <w:basedOn w:val="Policepardfaut"/>
    <w:uiPriority w:val="99"/>
    <w:qFormat/>
    <w:rsid w:val="007E2A27"/>
    <w:rPr>
      <w:rFonts w:cs="Times New Roman"/>
      <w:i/>
      <w:caps/>
      <w:spacing w:val="10"/>
      <w:sz w:val="20"/>
    </w:rPr>
  </w:style>
  <w:style w:type="character" w:styleId="Rfrencelgre">
    <w:name w:val="Subtle Reference"/>
    <w:basedOn w:val="Policepardfaut"/>
    <w:uiPriority w:val="99"/>
    <w:qFormat/>
    <w:rsid w:val="007E2A27"/>
    <w:rPr>
      <w:rFonts w:ascii="Calibri" w:hAnsi="Calibri" w:cs="Times New Roman"/>
      <w:i/>
      <w:iCs/>
      <w:color w:val="622423"/>
    </w:rPr>
  </w:style>
  <w:style w:type="character" w:styleId="Rfrenceintense">
    <w:name w:val="Intense Reference"/>
    <w:basedOn w:val="Policepardfaut"/>
    <w:uiPriority w:val="99"/>
    <w:qFormat/>
    <w:rsid w:val="007E2A27"/>
    <w:rPr>
      <w:rFonts w:ascii="Calibri" w:hAnsi="Calibri" w:cs="Times New Roman"/>
      <w:b/>
      <w:i/>
      <w:color w:val="622423"/>
    </w:rPr>
  </w:style>
  <w:style w:type="character" w:styleId="Titredulivre">
    <w:name w:val="Book Title"/>
    <w:basedOn w:val="Policepardfaut"/>
    <w:uiPriority w:val="99"/>
    <w:qFormat/>
    <w:rsid w:val="007E2A27"/>
    <w:rPr>
      <w:rFonts w:cs="Times New Roman"/>
      <w:caps/>
      <w:color w:val="622423"/>
      <w:spacing w:val="5"/>
      <w:u w:color="622423"/>
    </w:rPr>
  </w:style>
  <w:style w:type="paragraph" w:styleId="En-ttedetabledesmatires">
    <w:name w:val="TOC Heading"/>
    <w:basedOn w:val="Titre1"/>
    <w:next w:val="Normal"/>
    <w:uiPriority w:val="99"/>
    <w:qFormat/>
    <w:rsid w:val="007E2A27"/>
    <w:pPr>
      <w:outlineLvl w:val="9"/>
    </w:pPr>
  </w:style>
  <w:style w:type="table" w:styleId="Grilledutableau">
    <w:name w:val="Table Grid"/>
    <w:basedOn w:val="TableauNormal"/>
    <w:rsid w:val="00434FD8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rsid w:val="00D00CB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Explorateurdedocuments">
    <w:name w:val="Document Map"/>
    <w:basedOn w:val="Normal"/>
    <w:link w:val="ExplorateurdedocumentsCar"/>
    <w:uiPriority w:val="99"/>
    <w:semiHidden/>
    <w:rsid w:val="001A6A8A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ExplorateurdedocumentsCar">
    <w:name w:val="Explorateur de documents Car"/>
    <w:basedOn w:val="Policepardfaut"/>
    <w:link w:val="Explorateurdedocuments"/>
    <w:uiPriority w:val="99"/>
    <w:semiHidden/>
    <w:locked/>
    <w:rsid w:val="00A50083"/>
    <w:rPr>
      <w:rFonts w:ascii="Times New Roman" w:hAnsi="Times New Roman" w:cs="Times New Roman"/>
      <w:sz w:val="2"/>
    </w:rPr>
  </w:style>
  <w:style w:type="character" w:customStyle="1" w:styleId="apple-converted-space">
    <w:name w:val="apple-converted-space"/>
    <w:basedOn w:val="Policepardfaut"/>
    <w:rsid w:val="00F14BFD"/>
  </w:style>
  <w:style w:type="character" w:styleId="Appelnotedebasdep">
    <w:name w:val="footnote reference"/>
    <w:basedOn w:val="Policepardfaut"/>
    <w:uiPriority w:val="99"/>
    <w:semiHidden/>
    <w:unhideWhenUsed/>
    <w:locked/>
    <w:rsid w:val="00CF11EB"/>
    <w:rPr>
      <w:vertAlign w:val="superscript"/>
    </w:rPr>
  </w:style>
  <w:style w:type="table" w:styleId="Tramemoyenne1-Accent1">
    <w:name w:val="Medium Shading 1 Accent 1"/>
    <w:basedOn w:val="TableauNormal"/>
    <w:uiPriority w:val="63"/>
    <w:rsid w:val="009D3FF2"/>
    <w:rPr>
      <w:rFonts w:asciiTheme="minorHAnsi" w:eastAsiaTheme="minorHAnsi" w:hAnsiTheme="minorHAnsi" w:cstheme="minorBidi"/>
      <w:lang w:eastAsia="en-US"/>
    </w:r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Listeclaire-Accent1">
    <w:name w:val="Light List Accent 1"/>
    <w:basedOn w:val="TableauNormal"/>
    <w:rsid w:val="009D3FF2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Grillemoyenne3-Accent1">
    <w:name w:val="Medium Grid 3 Accent 1"/>
    <w:basedOn w:val="TableauNormal"/>
    <w:uiPriority w:val="69"/>
    <w:rsid w:val="009D3FF2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paragraph" w:styleId="Corpsdetexte">
    <w:name w:val="Body Text"/>
    <w:basedOn w:val="Normal"/>
    <w:link w:val="CorpsdetexteCar"/>
    <w:semiHidden/>
    <w:unhideWhenUsed/>
    <w:locked/>
    <w:rsid w:val="00BF2C1C"/>
    <w:pPr>
      <w:spacing w:after="120"/>
    </w:pPr>
  </w:style>
  <w:style w:type="character" w:customStyle="1" w:styleId="CorpsdetexteCar">
    <w:name w:val="Corps de texte Car"/>
    <w:basedOn w:val="Policepardfaut"/>
    <w:link w:val="Corpsdetexte"/>
    <w:semiHidden/>
    <w:rsid w:val="00BF2C1C"/>
  </w:style>
  <w:style w:type="table" w:styleId="Listemoyenne1-Accent1">
    <w:name w:val="Medium List 1 Accent 1"/>
    <w:basedOn w:val="TableauNormal"/>
    <w:uiPriority w:val="65"/>
    <w:rsid w:val="00BF2C1C"/>
    <w:rPr>
      <w:rFonts w:asciiTheme="minorHAnsi" w:eastAsiaTheme="minorHAnsi" w:hAnsiTheme="minorHAnsi" w:cstheme="minorBidi"/>
      <w:color w:val="000000" w:themeColor="text1"/>
      <w:lang w:eastAsia="en-US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paragraph" w:customStyle="1" w:styleId="Default">
    <w:name w:val="Default"/>
    <w:rsid w:val="00BF2C1C"/>
    <w:pPr>
      <w:autoSpaceDE w:val="0"/>
      <w:autoSpaceDN w:val="0"/>
      <w:adjustRightInd w:val="0"/>
    </w:pPr>
    <w:rPr>
      <w:rFonts w:ascii="Calibri" w:eastAsiaTheme="minorHAnsi" w:hAnsi="Calibri" w:cs="Calibri"/>
      <w:color w:val="000000"/>
      <w:sz w:val="24"/>
      <w:szCs w:val="24"/>
      <w:lang w:eastAsia="en-US"/>
    </w:rPr>
  </w:style>
  <w:style w:type="paragraph" w:customStyle="1" w:styleId="logo">
    <w:name w:val="logo"/>
    <w:basedOn w:val="Normal"/>
    <w:autoRedefine/>
    <w:rsid w:val="003F2559"/>
    <w:pPr>
      <w:shd w:val="clear" w:color="auto" w:fill="000000"/>
      <w:spacing w:after="0" w:line="288" w:lineRule="auto"/>
      <w:ind w:right="-91"/>
    </w:pPr>
    <w:rPr>
      <w:rFonts w:ascii="Times New Roman" w:eastAsia="Times New Roman" w:hAnsi="Times New Roman"/>
      <w:sz w:val="24"/>
      <w:szCs w:val="24"/>
    </w:rPr>
  </w:style>
  <w:style w:type="paragraph" w:customStyle="1" w:styleId="sous-titre1">
    <w:name w:val="sous-titre1"/>
    <w:basedOn w:val="Normal"/>
    <w:rsid w:val="003F2559"/>
    <w:pPr>
      <w:spacing w:before="60" w:after="0" w:line="288" w:lineRule="auto"/>
    </w:pPr>
    <w:rPr>
      <w:rFonts w:ascii="Zurich BT" w:eastAsia="Times New Roman" w:hAnsi="Zurich BT" w:cs="Arial"/>
      <w:sz w:val="18"/>
      <w:szCs w:val="24"/>
    </w:rPr>
  </w:style>
  <w:style w:type="paragraph" w:customStyle="1" w:styleId="sous-titre2">
    <w:name w:val="sous-titre2"/>
    <w:basedOn w:val="sous-titre1"/>
    <w:autoRedefine/>
    <w:rsid w:val="003F2559"/>
  </w:style>
  <w:style w:type="paragraph" w:customStyle="1" w:styleId="sous-titre3">
    <w:name w:val="sous-titre3"/>
    <w:basedOn w:val="sous-titre1"/>
    <w:autoRedefine/>
    <w:rsid w:val="003F2559"/>
    <w:pPr>
      <w:spacing w:before="0"/>
      <w:ind w:left="142"/>
    </w:pPr>
    <w:rPr>
      <w:rFonts w:asciiTheme="minorHAnsi" w:hAnsiTheme="minorHAnsi" w:cstheme="minorHAnsi"/>
      <w:sz w:val="20"/>
      <w:szCs w:val="20"/>
    </w:rPr>
  </w:style>
  <w:style w:type="paragraph" w:customStyle="1" w:styleId="RETRAIT1">
    <w:name w:val="RETRAIT1"/>
    <w:basedOn w:val="Normal"/>
    <w:autoRedefine/>
    <w:rsid w:val="003F2559"/>
    <w:pPr>
      <w:numPr>
        <w:numId w:val="2"/>
      </w:numPr>
      <w:tabs>
        <w:tab w:val="left" w:pos="10620"/>
      </w:tabs>
      <w:spacing w:before="120" w:after="120" w:line="240" w:lineRule="auto"/>
      <w:ind w:right="380"/>
    </w:pPr>
    <w:rPr>
      <w:rFonts w:ascii="Times New Roman" w:hAnsi="Times New Roman"/>
      <w:bCs/>
      <w:sz w:val="24"/>
      <w:szCs w:val="24"/>
      <w:lang w:eastAsia="en-US"/>
    </w:rPr>
  </w:style>
  <w:style w:type="character" w:styleId="Lienhypertexte">
    <w:name w:val="Hyperlink"/>
    <w:basedOn w:val="Policepardfaut"/>
    <w:locked/>
    <w:rsid w:val="003F2559"/>
    <w:rPr>
      <w:color w:val="0000FF" w:themeColor="hyperlink"/>
      <w:u w:val="single"/>
    </w:rPr>
  </w:style>
  <w:style w:type="paragraph" w:customStyle="1" w:styleId="Sous-titre10">
    <w:name w:val="Sous-titre1"/>
    <w:basedOn w:val="Normal"/>
    <w:rsid w:val="003F255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marginbottom10px">
    <w:name w:val="margin_bottom_10px"/>
    <w:basedOn w:val="Normal"/>
    <w:rsid w:val="003F255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st">
    <w:name w:val="st"/>
    <w:basedOn w:val="Policepardfaut"/>
    <w:rsid w:val="003F2559"/>
  </w:style>
  <w:style w:type="character" w:customStyle="1" w:styleId="tgc">
    <w:name w:val="_tgc"/>
    <w:basedOn w:val="Policepardfaut"/>
    <w:rsid w:val="003F2559"/>
  </w:style>
  <w:style w:type="character" w:customStyle="1" w:styleId="hscoswrapper">
    <w:name w:val="hs_cos_wrapper"/>
    <w:basedOn w:val="Policepardfaut"/>
    <w:rsid w:val="003F2559"/>
  </w:style>
  <w:style w:type="paragraph" w:styleId="Notedefin">
    <w:name w:val="endnote text"/>
    <w:basedOn w:val="Normal"/>
    <w:link w:val="NotedefinCar"/>
    <w:uiPriority w:val="99"/>
    <w:semiHidden/>
    <w:unhideWhenUsed/>
    <w:locked/>
    <w:rsid w:val="003425F6"/>
    <w:pPr>
      <w:spacing w:after="0" w:line="240" w:lineRule="auto"/>
    </w:pPr>
    <w:rPr>
      <w:sz w:val="20"/>
      <w:szCs w:val="20"/>
    </w:rPr>
  </w:style>
  <w:style w:type="character" w:customStyle="1" w:styleId="NotedefinCar">
    <w:name w:val="Note de fin Car"/>
    <w:basedOn w:val="Policepardfaut"/>
    <w:link w:val="Notedefin"/>
    <w:uiPriority w:val="99"/>
    <w:semiHidden/>
    <w:rsid w:val="003425F6"/>
    <w:rPr>
      <w:sz w:val="20"/>
      <w:szCs w:val="20"/>
    </w:rPr>
  </w:style>
  <w:style w:type="character" w:styleId="Appeldenotedefin">
    <w:name w:val="endnote reference"/>
    <w:basedOn w:val="Policepardfaut"/>
    <w:uiPriority w:val="99"/>
    <w:semiHidden/>
    <w:unhideWhenUsed/>
    <w:locked/>
    <w:rsid w:val="003425F6"/>
    <w:rPr>
      <w:vertAlign w:val="superscript"/>
    </w:rPr>
  </w:style>
  <w:style w:type="character" w:customStyle="1" w:styleId="gmaildefault">
    <w:name w:val="gmail_default"/>
    <w:basedOn w:val="Policepardfaut"/>
    <w:rsid w:val="00FE27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86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98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8796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4795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7537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9482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21356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49238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0376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89700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996738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332025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243587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452046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626279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889919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4618530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0941092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513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328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2834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39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3377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88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3810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79319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89061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74162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618282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288353">
                                                  <w:marLeft w:val="15"/>
                                                  <w:marRight w:val="15"/>
                                                  <w:marTop w:val="15"/>
                                                  <w:marBottom w:val="15"/>
                                                  <w:divBdr>
                                                    <w:top w:val="single" w:sz="6" w:space="2" w:color="4D90FE"/>
                                                    <w:left w:val="single" w:sz="6" w:space="2" w:color="4D90FE"/>
                                                    <w:bottom w:val="single" w:sz="6" w:space="2" w:color="4D90FE"/>
                                                    <w:right w:val="single" w:sz="6" w:space="0" w:color="4D90FE"/>
                                                  </w:divBdr>
                                                  <w:divsChild>
                                                    <w:div w:id="9319349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561340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91708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351581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61193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333321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056456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4484718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7423176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60144376">
                                                                                          <w:marLeft w:val="0"/>
                                                                                          <w:marRight w:val="6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76387541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1650976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39134761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3470122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74151297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703940492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4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4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318994890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998532072">
                                                                                                                          <w:marLeft w:val="225"/>
                                                                                                                          <w:marRight w:val="225"/>
                                                                                                                          <w:marTop w:val="75"/>
                                                                                                                          <w:marBottom w:val="75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32574420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7170182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155729603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523518053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7932150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09956922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314532735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657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76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9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26186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245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5903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9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4792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607974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5710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46386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853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9613904">
          <w:marLeft w:val="450"/>
          <w:marRight w:val="450"/>
          <w:marTop w:val="0"/>
          <w:marBottom w:val="150"/>
          <w:divBdr>
            <w:top w:val="single" w:sz="6" w:space="8" w:color="112449"/>
            <w:left w:val="single" w:sz="6" w:space="8" w:color="112449"/>
            <w:bottom w:val="single" w:sz="6" w:space="8" w:color="112449"/>
            <w:right w:val="single" w:sz="6" w:space="8" w:color="112449"/>
          </w:divBdr>
        </w:div>
      </w:divsChild>
    </w:div>
    <w:div w:id="89038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8135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04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91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25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831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7119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637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633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91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91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91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91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91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49124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4491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49128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4491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49127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4491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49122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3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3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4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6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6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6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7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4491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4912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4491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491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4491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49123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4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5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5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6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7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4491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49128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4491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49126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4491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49124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5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5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7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7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8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9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4491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49124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5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5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6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7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7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8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8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44912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49123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4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54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6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6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69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8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92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96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4491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49124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55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63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9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94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4491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2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8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7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9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834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63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8785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4622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6663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0918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8958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7533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0742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0003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2495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1803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45005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535335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79359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750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878072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711879">
          <w:marLeft w:val="122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203328">
          <w:marLeft w:val="122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966448">
          <w:marLeft w:val="122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289430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95303">
          <w:marLeft w:val="122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630783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468494">
          <w:marLeft w:val="122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145218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760710">
          <w:marLeft w:val="122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6637">
          <w:marLeft w:val="122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270286">
          <w:marLeft w:val="122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877795">
          <w:marLeft w:val="122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388413">
          <w:marLeft w:val="122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186236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665449">
          <w:marLeft w:val="122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315688">
          <w:marLeft w:val="122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365169">
          <w:marLeft w:val="122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400017">
          <w:marLeft w:val="122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320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64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031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095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521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8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002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256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527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4204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19515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6652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5133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2018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3571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34108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45852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83144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61016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045714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922571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958355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9144409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89976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085483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412887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9599432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488196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987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952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379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1289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6929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342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50216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75317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36404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23281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187539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7455026">
                                                  <w:marLeft w:val="15"/>
                                                  <w:marRight w:val="15"/>
                                                  <w:marTop w:val="15"/>
                                                  <w:marBottom w:val="15"/>
                                                  <w:divBdr>
                                                    <w:top w:val="single" w:sz="6" w:space="2" w:color="4D90FE"/>
                                                    <w:left w:val="single" w:sz="6" w:space="2" w:color="4D90FE"/>
                                                    <w:bottom w:val="single" w:sz="6" w:space="2" w:color="4D90FE"/>
                                                    <w:right w:val="single" w:sz="6" w:space="0" w:color="4D90FE"/>
                                                  </w:divBdr>
                                                  <w:divsChild>
                                                    <w:div w:id="21182824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4152516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944472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946676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586539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883062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897892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658338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9097080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33516140">
                                                                                          <w:marLeft w:val="0"/>
                                                                                          <w:marRight w:val="6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28088993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3525631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81922507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0351836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642660877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single" w:sz="6" w:space="0" w:color="E5E5E5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202136563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48309080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96241797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7007810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214015048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224218182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49999201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25987080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795909243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9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single" w:sz="6" w:space="0" w:color="666666"/>
                                                                                                                                                    <w:left w:val="single" w:sz="6" w:space="0" w:color="CCCCCC"/>
                                                                                                                                                    <w:bottom w:val="single" w:sz="6" w:space="0" w:color="CCCCCC"/>
                                                                                                                                                    <w:right w:val="single" w:sz="6" w:space="0" w:color="CCCCCC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225653036">
                                                                                                                                                      <w:marLeft w:val="3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1629701986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<w:div w:id="432284657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319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0743340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467994">
          <w:marLeft w:val="122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583494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398756">
          <w:marLeft w:val="122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929052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36667">
          <w:marLeft w:val="122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791224">
          <w:marLeft w:val="122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841925">
          <w:marLeft w:val="122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670225">
          <w:marLeft w:val="122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839285">
          <w:marLeft w:val="122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246883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445633">
          <w:marLeft w:val="122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384250">
          <w:marLeft w:val="122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032227">
          <w:marLeft w:val="122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258800">
          <w:marLeft w:val="122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740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5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2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3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1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8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36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321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078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459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699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159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789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95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170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205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45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27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0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1240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2018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215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442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775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81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7791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997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276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518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441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392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006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9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41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14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NNEES\MODELES\NOTEDIR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7472C5-0326-4520-8BCD-5053B17C41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NOTEDIR</Template>
  <TotalTime>1</TotalTime>
  <Pages>1</Pages>
  <Words>108</Words>
  <Characters>600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Décision Délégation des Hauts de Seine</vt:lpstr>
    </vt:vector>
  </TitlesOfParts>
  <Company>CCIP</Company>
  <LinksUpToDate>false</LinksUpToDate>
  <CharactersWithSpaces>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Décision Délégation des Hauts de Seine</dc:title>
  <dc:subject>89</dc:subject>
  <dc:creator>NTS</dc:creator>
  <cp:lastModifiedBy>EYMER Isabelle</cp:lastModifiedBy>
  <cp:revision>3</cp:revision>
  <cp:lastPrinted>2019-12-05T13:23:00Z</cp:lastPrinted>
  <dcterms:created xsi:type="dcterms:W3CDTF">2023-01-04T13:32:00Z</dcterms:created>
  <dcterms:modified xsi:type="dcterms:W3CDTF">2023-11-07T13:19:00Z</dcterms:modified>
</cp:coreProperties>
</file>